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FE8C3A" w14:textId="77777777" w:rsidR="00207F13" w:rsidRDefault="00207F13" w:rsidP="00207F13">
      <w:pPr>
        <w:pStyle w:val="Title"/>
        <w:jc w:val="left"/>
      </w:pPr>
    </w:p>
    <w:p w14:paraId="1284FD02" w14:textId="0EF1EFC9" w:rsidR="00207F13" w:rsidRPr="00100752" w:rsidRDefault="00D07E0A" w:rsidP="00207F13">
      <w:pPr>
        <w:pStyle w:val="Title"/>
        <w:jc w:val="left"/>
        <w:rPr>
          <w:rFonts w:eastAsia="Calibri"/>
          <w:szCs w:val="22"/>
        </w:rPr>
      </w:pPr>
      <w:r w:rsidRPr="00100752">
        <w:t>PROJEKTEERIMIS</w:t>
      </w:r>
      <w:r w:rsidR="00B02111" w:rsidRPr="00100752">
        <w:t>LEPING</w:t>
      </w:r>
      <w:r w:rsidR="005C2780">
        <w:t xml:space="preserve"> nr </w:t>
      </w:r>
      <w:r w:rsidR="007040AA" w:rsidRPr="007040AA">
        <w:t>1-18/2024/117</w:t>
      </w:r>
    </w:p>
    <w:p w14:paraId="2980AD60" w14:textId="77777777" w:rsidR="006669FD" w:rsidRPr="00100752" w:rsidRDefault="006669FD" w:rsidP="006669FD">
      <w:pPr>
        <w:jc w:val="both"/>
      </w:pPr>
    </w:p>
    <w:p w14:paraId="4887FBCA" w14:textId="55A98546" w:rsidR="00222E23" w:rsidRPr="00100752" w:rsidRDefault="00634FF0" w:rsidP="00222E23">
      <w:pPr>
        <w:jc w:val="both"/>
      </w:pPr>
      <w:r w:rsidRPr="00207F13">
        <w:rPr>
          <w:b/>
          <w:bCs/>
        </w:rPr>
        <w:t>Riigimetsa Majandamise Keskus</w:t>
      </w:r>
      <w:r w:rsidR="00207F13">
        <w:t xml:space="preserve"> (</w:t>
      </w:r>
      <w:r w:rsidR="00222E23" w:rsidRPr="00207F13">
        <w:t>edaspidi tellija</w:t>
      </w:r>
      <w:r w:rsidR="00207F13">
        <w:t>)</w:t>
      </w:r>
      <w:r w:rsidR="00222E23" w:rsidRPr="00207F13">
        <w:t>,</w:t>
      </w:r>
      <w:r w:rsidR="00222E23" w:rsidRPr="00100752">
        <w:rPr>
          <w:b/>
        </w:rPr>
        <w:t xml:space="preserve"> </w:t>
      </w:r>
      <w:r w:rsidR="0047212D" w:rsidRPr="00487EC6">
        <w:t xml:space="preserve">keda esindab </w:t>
      </w:r>
      <w:sdt>
        <w:sdtPr>
          <w:tag w:val="Riigimetsa Majandamise Keskuse "/>
          <w:id w:val="-1598098674"/>
          <w:placeholder>
            <w:docPart w:val="3F145398A16B47AE963B4EB6E6451E5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47212D">
            <w:t>juhatuse liikme</w:t>
          </w:r>
        </w:sdtContent>
      </w:sdt>
      <w:r w:rsidR="0047212D" w:rsidRPr="00487EC6">
        <w:t xml:space="preserve"> </w:t>
      </w:r>
      <w:sdt>
        <w:sdtPr>
          <w:alias w:val="Vali kuupäev"/>
          <w:tag w:val="Vali kuupäev"/>
          <w:id w:val="-171967024"/>
          <w:placeholder>
            <w:docPart w:val="D462C3779AE94AEE8AA4C0E609BDCF75"/>
          </w:placeholder>
          <w:date w:fullDate="2024-01-16T00:00:00Z">
            <w:dateFormat w:val="d.MM.yyyy"/>
            <w:lid w:val="et-EE"/>
            <w:storeMappedDataAs w:val="dateTime"/>
            <w:calendar w:val="gregorian"/>
          </w:date>
        </w:sdtPr>
        <w:sdtEndPr/>
        <w:sdtContent>
          <w:r w:rsidR="0047212D">
            <w:t>1</w:t>
          </w:r>
          <w:r w:rsidR="00DA7F2C">
            <w:t>6</w:t>
          </w:r>
          <w:r w:rsidR="0047212D">
            <w:t>.0</w:t>
          </w:r>
          <w:r w:rsidR="00DA7F2C">
            <w:t>1</w:t>
          </w:r>
          <w:r w:rsidR="0047212D">
            <w:t>.202</w:t>
          </w:r>
          <w:r w:rsidR="00DA7F2C">
            <w:t>4</w:t>
          </w:r>
        </w:sdtContent>
      </w:sdt>
      <w:r w:rsidR="0047212D" w:rsidRPr="00487EC6">
        <w:t xml:space="preserve"> </w:t>
      </w:r>
      <w:sdt>
        <w:sdtPr>
          <w:id w:val="-775716232"/>
          <w:placeholder>
            <w:docPart w:val="3F145398A16B47AE963B4EB6E6451E5D"/>
          </w:placeholder>
          <w:comboBox>
            <w:listItem w:displayText="otsuse" w:value="otsuse"/>
            <w:listItem w:displayText="käskkirja" w:value="käskkirja"/>
            <w:listItem w:displayText="volikirja" w:value="volikirja"/>
            <w:listItem w:displayText="määruse" w:value="määruse"/>
          </w:comboBox>
        </w:sdtPr>
        <w:sdtEndPr/>
        <w:sdtContent>
          <w:r w:rsidR="0047212D">
            <w:t>käskkirja</w:t>
          </w:r>
        </w:sdtContent>
      </w:sdt>
      <w:r w:rsidR="0047212D" w:rsidRPr="00487EC6">
        <w:t xml:space="preserve"> nr </w:t>
      </w:r>
      <w:r w:rsidR="0047212D">
        <w:t>1-5/</w:t>
      </w:r>
      <w:r w:rsidR="0072323E">
        <w:t>7</w:t>
      </w:r>
      <w:r w:rsidR="0047212D">
        <w:t xml:space="preserve"> </w:t>
      </w:r>
      <w:r w:rsidR="0047212D" w:rsidRPr="00487EC6">
        <w:t xml:space="preserve">alusel </w:t>
      </w:r>
      <w:r w:rsidR="0047212D" w:rsidRPr="00F23A26">
        <w:rPr>
          <w:bCs/>
        </w:rPr>
        <w:t>Jõgevamaa külastusala juht Andri Plato</w:t>
      </w:r>
      <w:r w:rsidR="0047212D" w:rsidRPr="00487EC6">
        <w:t>, ühelt poolt</w:t>
      </w:r>
      <w:r w:rsidR="00222E23" w:rsidRPr="00100752">
        <w:t>,</w:t>
      </w:r>
    </w:p>
    <w:p w14:paraId="23D34BE7" w14:textId="77777777" w:rsidR="00222E23" w:rsidRPr="00100752" w:rsidRDefault="00222E23" w:rsidP="00634FF0">
      <w:pPr>
        <w:jc w:val="both"/>
      </w:pPr>
    </w:p>
    <w:p w14:paraId="1379AAD0" w14:textId="77777777" w:rsidR="00207F13" w:rsidRDefault="00634FF0" w:rsidP="00222E23">
      <w:pPr>
        <w:jc w:val="both"/>
      </w:pPr>
      <w:r w:rsidRPr="00100752">
        <w:t>ja</w:t>
      </w:r>
      <w:r w:rsidR="00222E23" w:rsidRPr="00100752">
        <w:t xml:space="preserve"> </w:t>
      </w:r>
    </w:p>
    <w:p w14:paraId="72DE2EBF" w14:textId="77777777" w:rsidR="00207F13" w:rsidRDefault="00207F13" w:rsidP="00222E23">
      <w:pPr>
        <w:jc w:val="both"/>
      </w:pPr>
    </w:p>
    <w:p w14:paraId="7C139662" w14:textId="4C19F480" w:rsidR="00222E23" w:rsidRPr="00100752" w:rsidRDefault="00417D30" w:rsidP="00222E23">
      <w:pPr>
        <w:jc w:val="both"/>
      </w:pPr>
      <w:r w:rsidRPr="00FE717C">
        <w:t>Selektor Projekt OÜ</w:t>
      </w:r>
      <w:r>
        <w:t xml:space="preserve"> </w:t>
      </w:r>
      <w:r w:rsidRPr="00100752">
        <w:rPr>
          <w:bCs/>
        </w:rPr>
        <w:t xml:space="preserve">edaspidi </w:t>
      </w:r>
      <w:r w:rsidRPr="00100752">
        <w:rPr>
          <w:b/>
          <w:bCs/>
        </w:rPr>
        <w:t>projekteerija</w:t>
      </w:r>
      <w:r w:rsidRPr="00100752">
        <w:rPr>
          <w:bCs/>
        </w:rPr>
        <w:t xml:space="preserve">, </w:t>
      </w:r>
      <w:r w:rsidRPr="00100752">
        <w:rPr>
          <w:iCs/>
        </w:rPr>
        <w:t xml:space="preserve">keda esindab </w:t>
      </w:r>
      <w:sdt>
        <w:sdtPr>
          <w:tag w:val="Riigimetsa Majandamise Keskuse "/>
          <w:id w:val="219788717"/>
          <w:placeholder>
            <w:docPart w:val="9040DE96E9174C61B5C814CC61B81ADB"/>
          </w:placeholder>
          <w:comboBox>
            <w:listItem w:displayText="põhikirja" w:value="põhikirja"/>
            <w:listItem w:displayText="volikirja" w:value="volikirja"/>
          </w:comboBox>
        </w:sdtPr>
        <w:sdtEndPr/>
        <w:sdtContent>
          <w:r>
            <w:t>põhikirja</w:t>
          </w:r>
        </w:sdtContent>
      </w:sdt>
      <w:r w:rsidRPr="00100752">
        <w:rPr>
          <w:iCs/>
        </w:rPr>
        <w:t xml:space="preserve"> alusel </w:t>
      </w:r>
      <w:r>
        <w:rPr>
          <w:rFonts w:eastAsia="Calibri"/>
        </w:rPr>
        <w:t xml:space="preserve">Andrus Aaviste </w:t>
      </w:r>
      <w:r w:rsidRPr="00100752">
        <w:t xml:space="preserve">edaspidi </w:t>
      </w:r>
      <w:r w:rsidRPr="00100752">
        <w:rPr>
          <w:b/>
          <w:bCs/>
        </w:rPr>
        <w:t>töövõtja,</w:t>
      </w:r>
      <w:r w:rsidRPr="00100752">
        <w:t xml:space="preserve"> teiselt poolt</w:t>
      </w:r>
      <w:r w:rsidRPr="00207F13">
        <w:rPr>
          <w:b/>
          <w:bCs/>
        </w:rPr>
        <w:t xml:space="preserve"> </w:t>
      </w:r>
    </w:p>
    <w:p w14:paraId="527BC589" w14:textId="77777777" w:rsidR="0048584E" w:rsidRPr="00100752" w:rsidRDefault="0048584E" w:rsidP="00222E23">
      <w:pPr>
        <w:jc w:val="both"/>
      </w:pPr>
    </w:p>
    <w:p w14:paraId="7155F574" w14:textId="77777777" w:rsidR="00634FF0" w:rsidRPr="00EC3CBD" w:rsidRDefault="00634FF0" w:rsidP="00634FF0">
      <w:pPr>
        <w:jc w:val="both"/>
      </w:pPr>
      <w:r w:rsidRPr="00EC3CBD">
        <w:t xml:space="preserve">keda nimetatakse edaspidi </w:t>
      </w:r>
      <w:r w:rsidR="00CD52E7" w:rsidRPr="00EC3CBD">
        <w:t>p</w:t>
      </w:r>
      <w:r w:rsidRPr="00EC3CBD">
        <w:t xml:space="preserve">ool või ühiselt </w:t>
      </w:r>
      <w:r w:rsidR="00CD52E7" w:rsidRPr="00EC3CBD">
        <w:t>p</w:t>
      </w:r>
      <w:r w:rsidRPr="00EC3CBD">
        <w:t>ooled,</w:t>
      </w:r>
    </w:p>
    <w:p w14:paraId="09B6576F" w14:textId="77777777" w:rsidR="00222E23" w:rsidRPr="00100752" w:rsidRDefault="00222E23" w:rsidP="00634FF0">
      <w:pPr>
        <w:jc w:val="both"/>
        <w:rPr>
          <w:szCs w:val="18"/>
        </w:rPr>
      </w:pPr>
    </w:p>
    <w:p w14:paraId="3344ED34" w14:textId="043F468B" w:rsidR="00634FF0" w:rsidRPr="00207F13" w:rsidRDefault="00634FF0" w:rsidP="009126C5">
      <w:r w:rsidRPr="00207F13">
        <w:t>sõlmisid lepingu</w:t>
      </w:r>
      <w:r w:rsidR="00207F13" w:rsidRPr="00207F13">
        <w:t xml:space="preserve"> (</w:t>
      </w:r>
      <w:r w:rsidRPr="00207F13">
        <w:t xml:space="preserve">edaspidi </w:t>
      </w:r>
      <w:r w:rsidR="00CD52E7" w:rsidRPr="00207F13">
        <w:t>l</w:t>
      </w:r>
      <w:r w:rsidRPr="00207F13">
        <w:t>eping</w:t>
      </w:r>
      <w:r w:rsidR="00207F13" w:rsidRPr="00207F13">
        <w:t>)</w:t>
      </w:r>
      <w:r w:rsidR="00B47672" w:rsidRPr="00207F13">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EndPr/>
        <w:sdtContent>
          <w:r w:rsidR="00093F12">
            <w:t>liht</w:t>
          </w:r>
          <w:r w:rsidR="00334452" w:rsidRPr="00895B8C">
            <w:t>hanke</w:t>
          </w:r>
        </w:sdtContent>
      </w:sdt>
      <w:r w:rsidR="00B47672" w:rsidRPr="00895B8C">
        <w:t xml:space="preserve"> </w:t>
      </w:r>
      <w:r w:rsidR="007548FE" w:rsidRPr="00895B8C">
        <w:t xml:space="preserve">(DHS nr </w:t>
      </w:r>
      <w:r w:rsidR="00B47672" w:rsidRPr="00895B8C">
        <w:t>/</w:t>
      </w:r>
      <w:r w:rsidR="009126C5" w:rsidRPr="009126C5">
        <w:t>1-47.3124</w:t>
      </w:r>
      <w:r w:rsidR="009126C5">
        <w:t>/1</w:t>
      </w:r>
      <w:r w:rsidR="007548FE" w:rsidRPr="00895B8C">
        <w:t>)</w:t>
      </w:r>
      <w:r w:rsidR="00B47672" w:rsidRPr="00895B8C">
        <w:t xml:space="preserve"> </w:t>
      </w:r>
      <w:r w:rsidR="00B47672" w:rsidRPr="006833CD">
        <w:rPr>
          <w:i/>
          <w:iCs/>
        </w:rPr>
        <w:t>„</w:t>
      </w:r>
      <w:r w:rsidR="00A15D1F" w:rsidRPr="006833CD">
        <w:rPr>
          <w:i/>
          <w:iCs/>
        </w:rPr>
        <w:t>Elistvere loomapargi parkla ja kompostala</w:t>
      </w:r>
      <w:r w:rsidR="00597F16" w:rsidRPr="006833CD">
        <w:rPr>
          <w:i/>
          <w:iCs/>
        </w:rPr>
        <w:t xml:space="preserve"> projekteerimistööd</w:t>
      </w:r>
      <w:r w:rsidR="00A15D1F" w:rsidRPr="006833CD">
        <w:rPr>
          <w:i/>
          <w:iCs/>
        </w:rPr>
        <w:t xml:space="preserve"> (Osa 1</w:t>
      </w:r>
      <w:r w:rsidR="008E5715" w:rsidRPr="00981969">
        <w:t>)</w:t>
      </w:r>
      <w:r w:rsidR="00B47672" w:rsidRPr="00F734BD">
        <w:t xml:space="preserve"> </w:t>
      </w:r>
      <w:r w:rsidRPr="00895B8C">
        <w:t>tulemusena alljärgnevas:</w:t>
      </w:r>
    </w:p>
    <w:p w14:paraId="764CC059" w14:textId="77777777" w:rsidR="006669FD" w:rsidRPr="00207F13"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3279DF4C" w14:textId="725BBF43" w:rsidR="00CA3076" w:rsidRPr="00100752" w:rsidRDefault="00CD52E7" w:rsidP="0083037E">
      <w:pPr>
        <w:pStyle w:val="Pealkiri21"/>
        <w:jc w:val="both"/>
      </w:pPr>
      <w:r w:rsidRPr="00C63BFE">
        <w:t xml:space="preserve">Lepingu </w:t>
      </w:r>
      <w:r w:rsidR="00C10513" w:rsidRPr="00C63BFE">
        <w:t>objektik</w:t>
      </w:r>
      <w:r w:rsidRPr="00C63BFE">
        <w:t xml:space="preserve">s on </w:t>
      </w:r>
      <w:r w:rsidR="00A54A8B" w:rsidRPr="00A54A8B">
        <w:t xml:space="preserve">„ </w:t>
      </w:r>
      <w:r w:rsidR="00A54A8B" w:rsidRPr="006833CD">
        <w:rPr>
          <w:i/>
          <w:iCs/>
          <w:u w:val="single"/>
        </w:rPr>
        <w:t>Elistvere loomapargi parkla ja kompostala projekteerimistööd (Osa 1)</w:t>
      </w:r>
      <w:r w:rsidR="00A54A8B">
        <w:t xml:space="preserve"> </w:t>
      </w:r>
      <w:r w:rsidRPr="00C63BFE">
        <w:t>p</w:t>
      </w:r>
      <w:r w:rsidR="00D07E0A" w:rsidRPr="00C63BFE">
        <w:t>rojekteerija poolt projekteerimistööde ja nende tegemiseks vajalike uurimustööde tegemine ning sellega seotud asjaajamine</w:t>
      </w:r>
      <w:r w:rsidR="00A15311" w:rsidRPr="00C63BFE">
        <w:t xml:space="preserve"> </w:t>
      </w:r>
      <w:r w:rsidR="00D7447A" w:rsidRPr="00C63BFE">
        <w:t xml:space="preserve"> </w:t>
      </w:r>
      <w:r w:rsidR="00D07E0A" w:rsidRPr="00C63BFE">
        <w:t xml:space="preserve">edaspidi </w:t>
      </w:r>
      <w:r w:rsidRPr="00C63BFE">
        <w:t>o</w:t>
      </w:r>
      <w:r w:rsidR="00D07E0A" w:rsidRPr="00C63BFE">
        <w:t>bjekt</w:t>
      </w:r>
      <w:r w:rsidR="005E0033">
        <w:t>.</w:t>
      </w: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C63BFE" w:rsidRDefault="00CA3076" w:rsidP="001D3892">
      <w:pPr>
        <w:pStyle w:val="Pealkiri21"/>
        <w:jc w:val="both"/>
      </w:pPr>
      <w:r w:rsidRPr="00C63BFE">
        <w:t xml:space="preserve">Projekteerija põhikohustuseks on kõigi objekti ehitamiseks vajalike projektide koostamine, edaspidi </w:t>
      </w:r>
      <w:r w:rsidR="00CD52E7" w:rsidRPr="00C63BFE">
        <w:t>p</w:t>
      </w:r>
      <w:r w:rsidRPr="00C63BFE">
        <w:t xml:space="preserve">rojekteerimistööd. </w:t>
      </w:r>
    </w:p>
    <w:p w14:paraId="0763EC7D" w14:textId="1F2C137C" w:rsidR="00092649" w:rsidRPr="00100752" w:rsidRDefault="00CA3076" w:rsidP="00207F13">
      <w:pPr>
        <w:pStyle w:val="Pealkiri21"/>
        <w:jc w:val="both"/>
      </w:pPr>
      <w:r w:rsidRPr="00C63BFE">
        <w:t>Projekteerimistööde etapid on kirjeldatud hoone projekteerimistööde loete</w:t>
      </w:r>
      <w:r w:rsidR="00222E23" w:rsidRPr="00C63BFE">
        <w:t>lu-graafikus,</w:t>
      </w:r>
      <w:r w:rsidR="00222E23" w:rsidRPr="00100752">
        <w:t xml:space="preserve"> mis on</w:t>
      </w:r>
      <w:r w:rsidR="00CD52E7" w:rsidRPr="00100752">
        <w:t xml:space="preserve"> l</w:t>
      </w:r>
      <w:r w:rsidR="00C10513" w:rsidRPr="00100752">
        <w:t xml:space="preserve">epingu </w:t>
      </w:r>
      <w:r w:rsidR="00BA0F84" w:rsidRPr="00100752">
        <w:t xml:space="preserve">lisa nr </w:t>
      </w:r>
      <w:r w:rsidR="0016496E" w:rsidRPr="00100752">
        <w:t>3</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3DF024CD" w:rsidR="00CA3076" w:rsidRPr="00100752" w:rsidRDefault="00CD52E7" w:rsidP="00E61950">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77777777" w:rsidR="00CA3076" w:rsidRPr="00100752" w:rsidRDefault="00CD52E7" w:rsidP="00BA6375">
      <w:pPr>
        <w:pStyle w:val="Pealkiri31"/>
        <w:jc w:val="both"/>
      </w:pPr>
      <w:r w:rsidRPr="00100752">
        <w:t xml:space="preserve">standarditega </w:t>
      </w:r>
      <w:r w:rsidR="000B24B2" w:rsidRPr="00100752">
        <w:t xml:space="preserve">EVS 932:2017 „Ehitusprojekt“ </w:t>
      </w:r>
      <w:r w:rsidRPr="00100752">
        <w:t xml:space="preserve"> ja EVS 811:2012 h</w:t>
      </w:r>
      <w:r w:rsidR="00CA3076" w:rsidRPr="00100752">
        <w:t>oone ehitusprojekt.</w:t>
      </w:r>
    </w:p>
    <w:p w14:paraId="670AD71C" w14:textId="65471E41"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EHR-i kandmiseks</w:t>
      </w:r>
      <w:r w:rsidRPr="00312480">
        <w:rPr>
          <w:color w:val="000000" w:themeColor="text1"/>
        </w:rPr>
        <w:t xml:space="preserve">. </w:t>
      </w:r>
    </w:p>
    <w:p w14:paraId="25EB35B3" w14:textId="566245B2"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31367220" w:rsidR="00DC7FDF" w:rsidRPr="00100752" w:rsidRDefault="00CA3076" w:rsidP="0085607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1D77EE">
        <w:t xml:space="preserve">Digitaalse projekti ühe </w:t>
      </w:r>
      <w:r w:rsidR="001D77EE" w:rsidRPr="005B52CD">
        <w:t>faili  lubatud maksimaalne maht on 100 MB.</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00DF2D44" w:rsidR="00CA3076" w:rsidRPr="00100752" w:rsidRDefault="00CA3076" w:rsidP="00BA6375">
      <w:pPr>
        <w:pStyle w:val="Pealkiri21"/>
        <w:jc w:val="both"/>
      </w:pPr>
      <w:r w:rsidRPr="00100752">
        <w:t>Projekteerija on kohustatud tegema projekteerimistööd tähtaegselt, st. andma valmis ja kõigi vajalike kooskõl</w:t>
      </w:r>
      <w:r w:rsidR="00CD52E7" w:rsidRPr="00100752">
        <w:t>astustega projektid t</w:t>
      </w:r>
      <w:r w:rsidRPr="00100752">
        <w:t xml:space="preserve">ellijale üle nendeks tähtaegadeks, mis on fikseeritud projekteerimistööde loetelu-graafikus, mis on </w:t>
      </w:r>
      <w:r w:rsidRPr="00312480">
        <w:t>lepingu lahutamatu lisa nr 3,</w:t>
      </w:r>
      <w:r w:rsidRPr="00100752">
        <w:t xml:space="preserve"> </w:t>
      </w:r>
      <w:r w:rsidRPr="00EC3CBD">
        <w:lastRenderedPageBreak/>
        <w:t xml:space="preserve">edaspidi </w:t>
      </w:r>
      <w:r w:rsidR="00CD52E7" w:rsidRPr="00EC3CBD">
        <w:t>p</w:t>
      </w:r>
      <w:r w:rsidRPr="00EC3CBD">
        <w:t>rojekteerimise tähtajad. Kogu proj</w:t>
      </w:r>
      <w:r w:rsidR="00662208" w:rsidRPr="00EC3CBD">
        <w:t xml:space="preserve">ekt peab valmis olema </w:t>
      </w:r>
      <w:r w:rsidR="00662208" w:rsidRPr="006833CD">
        <w:rPr>
          <w:i/>
          <w:iCs/>
        </w:rPr>
        <w:t>hiljemalt</w:t>
      </w:r>
      <w:r w:rsidRPr="006833CD">
        <w:rPr>
          <w:i/>
          <w:iCs/>
        </w:rPr>
        <w:t xml:space="preserve"> </w:t>
      </w:r>
      <w:r w:rsidR="00891ED1" w:rsidRPr="006833CD">
        <w:rPr>
          <w:i/>
          <w:iCs/>
        </w:rPr>
        <w:t>(</w:t>
      </w:r>
      <w:r w:rsidR="007C4EDC">
        <w:rPr>
          <w:i/>
          <w:iCs/>
        </w:rPr>
        <w:t>6</w:t>
      </w:r>
      <w:r w:rsidR="00891ED1" w:rsidRPr="006833CD">
        <w:rPr>
          <w:i/>
          <w:iCs/>
        </w:rPr>
        <w:t xml:space="preserve">) </w:t>
      </w:r>
      <w:r w:rsidR="007C4EDC">
        <w:rPr>
          <w:i/>
          <w:iCs/>
        </w:rPr>
        <w:t>kuus</w:t>
      </w:r>
      <w:r w:rsidR="00A858A3" w:rsidRPr="006833CD">
        <w:rPr>
          <w:i/>
          <w:iCs/>
        </w:rPr>
        <w:t xml:space="preserve"> </w:t>
      </w:r>
      <w:r w:rsidRPr="006833CD">
        <w:rPr>
          <w:i/>
          <w:iCs/>
        </w:rPr>
        <w:t>kuud</w:t>
      </w:r>
      <w:r w:rsidR="000B6C5B" w:rsidRPr="006833CD">
        <w:rPr>
          <w:i/>
          <w:iCs/>
        </w:rPr>
        <w:t xml:space="preserve"> </w:t>
      </w:r>
      <w:r w:rsidRPr="00100752">
        <w:t>pä</w:t>
      </w:r>
      <w:r w:rsidR="00662208" w:rsidRPr="00100752">
        <w:t xml:space="preserve">rast lepingu allkirjastamist </w:t>
      </w:r>
      <w:r w:rsidRPr="00100752">
        <w:t>poolte poolt.</w:t>
      </w:r>
    </w:p>
    <w:p w14:paraId="53EE65F6" w14:textId="77777777" w:rsidR="00CA3076" w:rsidRPr="00100752" w:rsidRDefault="00CA3076" w:rsidP="00BA6375">
      <w:pPr>
        <w:pStyle w:val="Pealkiri21"/>
        <w:jc w:val="both"/>
      </w:pPr>
      <w:r w:rsidRPr="00100752">
        <w:t>Projekteerijal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p</w:t>
      </w:r>
      <w:r w:rsidRPr="00100752">
        <w:t xml:space="preserve">rojekteerija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14F0BA7C" w:rsidR="00CA3076" w:rsidRPr="00100752" w:rsidRDefault="00CA3076" w:rsidP="00BA6375">
      <w:pPr>
        <w:pStyle w:val="Pealkiri21"/>
        <w:jc w:val="both"/>
      </w:pPr>
      <w:r w:rsidRPr="00100752">
        <w:t xml:space="preserve">Ükskõik millise projekteerimise tähtaja ületamisel </w:t>
      </w:r>
      <w:r w:rsidR="00CD52E7" w:rsidRPr="00100752">
        <w:t>projekteerija poolt on t</w:t>
      </w:r>
      <w:r w:rsidRPr="00100752">
        <w:t>ellijal õigus nõuda leppetrahvi 0,15% punktis 4.1 määratud  tasu antud etapi maksumusest iga viivitatud päeva eest.</w:t>
      </w:r>
    </w:p>
    <w:p w14:paraId="7F7AD7E0" w14:textId="77777777" w:rsidR="00CA3076" w:rsidRPr="00100752" w:rsidRDefault="00CA3076" w:rsidP="00BA6375">
      <w:pPr>
        <w:jc w:val="both"/>
        <w:rPr>
          <w:b/>
        </w:rPr>
      </w:pPr>
    </w:p>
    <w:p w14:paraId="26B8B1AD" w14:textId="2544858A" w:rsidR="00CA3076" w:rsidRPr="001734FD" w:rsidRDefault="0035627B" w:rsidP="00BA6375">
      <w:pPr>
        <w:pStyle w:val="Pealkiri11"/>
        <w:jc w:val="both"/>
        <w:rPr>
          <w:b/>
        </w:rPr>
      </w:pPr>
      <w:r w:rsidRPr="001734FD">
        <w:rPr>
          <w:b/>
        </w:rPr>
        <w:t xml:space="preserve">Lepingu </w:t>
      </w:r>
      <w:r w:rsidR="00A1479A" w:rsidRPr="001734FD">
        <w:rPr>
          <w:b/>
        </w:rPr>
        <w:t>maksumus.</w:t>
      </w:r>
    </w:p>
    <w:p w14:paraId="1684F2B9" w14:textId="49CDF116" w:rsidR="00CA3076" w:rsidRPr="00207F13" w:rsidRDefault="00CD52E7" w:rsidP="00BA6375">
      <w:pPr>
        <w:pStyle w:val="Pealkiri21"/>
        <w:jc w:val="both"/>
        <w:rPr>
          <w:bCs/>
        </w:rPr>
      </w:pPr>
      <w:r w:rsidRPr="00100752">
        <w:t>Tellija on kohustatud maksma projekteerijale kõigi projekteerija käesoleva l</w:t>
      </w:r>
      <w:r w:rsidR="00CA3076" w:rsidRPr="00100752">
        <w:t xml:space="preserve">epinguga määratud kohustuste täitmise eest kokku </w:t>
      </w:r>
      <w:r w:rsidR="00752C07">
        <w:t xml:space="preserve">15616 </w:t>
      </w:r>
      <w:r w:rsidR="00CA3076" w:rsidRPr="00100752">
        <w:t xml:space="preserve">eurot, edaspidi </w:t>
      </w:r>
      <w:r w:rsidR="00CA3076" w:rsidRPr="00207F13">
        <w:rPr>
          <w:bCs/>
        </w:rPr>
        <w:t>tasu.</w:t>
      </w:r>
    </w:p>
    <w:p w14:paraId="05605184" w14:textId="153DA2BF" w:rsidR="00CA3076" w:rsidRPr="00100752" w:rsidRDefault="00CD52E7" w:rsidP="00BA6375">
      <w:pPr>
        <w:pStyle w:val="Pealkiri21"/>
        <w:jc w:val="both"/>
      </w:pPr>
      <w:r w:rsidRPr="00100752">
        <w:t>Tellija on kohustatud maksma tasu peale l</w:t>
      </w:r>
      <w:r w:rsidR="00CA3076" w:rsidRPr="00100752">
        <w:t xml:space="preserve">epingu lisas </w:t>
      </w:r>
      <w:r w:rsidR="00E85A15" w:rsidRPr="00100752">
        <w:t>3</w:t>
      </w:r>
      <w:r w:rsidR="00CA3076" w:rsidRPr="00100752">
        <w:t xml:space="preserve"> märgitud projektietappide vastuvõtmist. Tellija o</w:t>
      </w:r>
      <w:r w:rsidRPr="00100752">
        <w:t xml:space="preserve">n seejuures kohustatud maksma </w:t>
      </w:r>
      <w:r w:rsidR="00CA3076" w:rsidRPr="00100752">
        <w:t>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8993627" w:rsidR="00CA3076" w:rsidRPr="00100752" w:rsidRDefault="00CD52E7" w:rsidP="00764935">
      <w:pPr>
        <w:pStyle w:val="Pealkiri21"/>
        <w:jc w:val="both"/>
      </w:pPr>
      <w:r w:rsidRPr="00100752">
        <w:t>Tellija on kohustatud maksma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E-arveldaja, mis asub ettevõtjaportaalis https://www.rik.ee/et/e-arveldaja.</w:t>
      </w:r>
    </w:p>
    <w:p w14:paraId="0D0E44D3" w14:textId="28BF5BEC" w:rsidR="00CA3076" w:rsidRPr="00100752" w:rsidRDefault="00CD52E7" w:rsidP="00BA6375">
      <w:pPr>
        <w:pStyle w:val="Pealkiri21"/>
        <w:jc w:val="both"/>
      </w:pPr>
      <w:r w:rsidRPr="00100752">
        <w:t>Punktis 4.1 määratud tasu maksmisega viivitamisel tellija poolt on p</w:t>
      </w:r>
      <w:r w:rsidR="00CA3076" w:rsidRPr="00100752">
        <w:t>rojekteerijal õigus nõuda viivist 0,15% võlgnetavast summast iga maksmisega viivitatud päeva eest.</w:t>
      </w:r>
    </w:p>
    <w:p w14:paraId="77730706" w14:textId="503639FC" w:rsidR="00CA3076" w:rsidRPr="00100752" w:rsidRDefault="00CA3076" w:rsidP="00BA6375">
      <w:pPr>
        <w:pStyle w:val="Pealkiri21"/>
        <w:jc w:val="both"/>
      </w:pPr>
      <w:r w:rsidRPr="00100752">
        <w:t>Tell</w:t>
      </w:r>
      <w:r w:rsidR="00CD52E7" w:rsidRPr="00100752">
        <w:t xml:space="preserve">ijal on õigus </w:t>
      </w:r>
      <w:r w:rsidRPr="00100752">
        <w:t xml:space="preserve">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rojekteerijale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207F13">
        <w:rPr>
          <w:bCs/>
        </w:rPr>
        <w:t>p</w:t>
      </w:r>
      <w:r w:rsidRPr="00207F13">
        <w:rPr>
          <w:bCs/>
        </w:rPr>
        <w:t>rojekteerimisviga</w:t>
      </w:r>
      <w:r w:rsidRPr="00100752">
        <w:t>.</w:t>
      </w:r>
    </w:p>
    <w:p w14:paraId="1AE51E69" w14:textId="675FAF83" w:rsidR="00CA3076" w:rsidRPr="00100752" w:rsidRDefault="00CA3076" w:rsidP="00BA6375">
      <w:pPr>
        <w:pStyle w:val="Pealkiri21"/>
        <w:jc w:val="both"/>
      </w:pPr>
      <w:r w:rsidRPr="00100752">
        <w:lastRenderedPageBreak/>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39D77C88" w:rsidR="008633AC" w:rsidRDefault="00CA3076" w:rsidP="008633AC">
      <w:pPr>
        <w:pStyle w:val="Pealkiri21"/>
        <w:jc w:val="both"/>
      </w:pPr>
      <w:r w:rsidRPr="00100752">
        <w:t>Juhul, kui objektil ilmnevad projekteerimisvead 2 (kahe) aasta jooksul arvates kõigi ehitustööde lõpetami</w:t>
      </w:r>
      <w:r w:rsidR="006B6A81">
        <w:t>se</w:t>
      </w:r>
      <w:r w:rsidRPr="00100752">
        <w:t xml:space="preserve">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719E5D07" w14:textId="0D74E5C1" w:rsidR="00D322AC" w:rsidRPr="00100752" w:rsidRDefault="00E82AE4" w:rsidP="008633AC">
      <w:pPr>
        <w:pStyle w:val="Pealkiri21"/>
        <w:jc w:val="both"/>
      </w:pPr>
      <w:r>
        <w:t>P</w:t>
      </w:r>
      <w:r w:rsidR="00D322AC">
        <w:t xml:space="preserve">rojekteerimisvigade lahendamisel on projekteerija kohustatud esitama korrigeeritud </w:t>
      </w:r>
      <w:r w:rsidR="00705EDC">
        <w:t xml:space="preserve">materjalid </w:t>
      </w:r>
      <w:r w:rsidR="00A24385">
        <w:t xml:space="preserve">või omapoolse seisukoha </w:t>
      </w:r>
      <w:r w:rsidR="00705EDC">
        <w:t xml:space="preserve">hiljemalt 3 nädala jooksul alates tellija </w:t>
      </w:r>
      <w:r>
        <w:t>pöördumise, ekspertiisi vmt</w:t>
      </w:r>
      <w:r w:rsidR="00705EDC">
        <w:t xml:space="preserve"> saamisest.</w:t>
      </w:r>
    </w:p>
    <w:p w14:paraId="06C3358D" w14:textId="77777777" w:rsidR="008633AC" w:rsidRPr="00100752" w:rsidRDefault="008633AC" w:rsidP="008633AC">
      <w:pPr>
        <w:pStyle w:val="Pealkiri21"/>
        <w:numPr>
          <w:ilvl w:val="0"/>
          <w:numId w:val="0"/>
        </w:numPr>
        <w:jc w:val="both"/>
      </w:pPr>
    </w:p>
    <w:p w14:paraId="49B01EA0" w14:textId="73983721" w:rsidR="008633AC" w:rsidRPr="00100752" w:rsidRDefault="008633AC" w:rsidP="00207F13">
      <w:pPr>
        <w:pStyle w:val="Pealkiri21"/>
        <w:numPr>
          <w:ilvl w:val="0"/>
          <w:numId w:val="0"/>
        </w:numPr>
        <w:jc w:val="both"/>
        <w:rPr>
          <w:b/>
        </w:rPr>
      </w:pPr>
      <w:r w:rsidRPr="00100752">
        <w:rPr>
          <w:b/>
        </w:rPr>
        <w:t>6. Autoriõiguste üleandmine Tellijale</w:t>
      </w: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6.2. Projekteerija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0059EF4A" w14:textId="1742D28D" w:rsidR="001A0297" w:rsidRPr="00100752" w:rsidRDefault="001A0297" w:rsidP="001A0297">
      <w:pPr>
        <w:pStyle w:val="Pealkiri21"/>
      </w:pPr>
      <w:r w:rsidRPr="00100752">
        <w:t xml:space="preserve">Objekti vastutav projekteerija on </w:t>
      </w:r>
      <w:r w:rsidR="00D00364">
        <w:t>Inga Laansalu</w:t>
      </w:r>
      <w:r>
        <w:rPr>
          <w:rFonts w:eastAsia="Calibri"/>
        </w:rPr>
        <w:t xml:space="preserve"> </w:t>
      </w:r>
      <w:r w:rsidRPr="00100752">
        <w:t xml:space="preserve">tel </w:t>
      </w:r>
      <w:r w:rsidR="00F762B3">
        <w:t>53441987</w:t>
      </w:r>
      <w:r>
        <w:t>,</w:t>
      </w:r>
      <w:r w:rsidRPr="00100752">
        <w:t xml:space="preserve"> e-post </w:t>
      </w:r>
      <w:r w:rsidR="00D00364">
        <w:t>inga</w:t>
      </w:r>
      <w:r>
        <w:t>@selektor.ee</w:t>
      </w:r>
    </w:p>
    <w:p w14:paraId="153D8CF4" w14:textId="3CFFA08F" w:rsidR="001A0297" w:rsidRPr="00100752" w:rsidRDefault="001A0297" w:rsidP="001A0297">
      <w:pPr>
        <w:pStyle w:val="Pealkiri21"/>
      </w:pPr>
      <w:r w:rsidRPr="00100752">
        <w:t xml:space="preserve">Projekteerija esindaja on </w:t>
      </w:r>
      <w:r w:rsidR="00F762B3">
        <w:t>Lembit Aruvee</w:t>
      </w:r>
      <w:r w:rsidR="00DC23AA">
        <w:t xml:space="preserve"> tel </w:t>
      </w:r>
      <w:r w:rsidR="00F762B3">
        <w:t>58377222</w:t>
      </w:r>
      <w:r w:rsidR="00DC23AA">
        <w:t xml:space="preserve">, e-post </w:t>
      </w:r>
      <w:r w:rsidR="00F762B3">
        <w:t>lembit</w:t>
      </w:r>
      <w:r w:rsidR="00DC23AA">
        <w:t>@selektor.ee</w:t>
      </w:r>
    </w:p>
    <w:p w14:paraId="7555206A" w14:textId="77777777" w:rsidR="001A0297" w:rsidRPr="00100752" w:rsidRDefault="001A0297" w:rsidP="001A0297">
      <w:pPr>
        <w:pStyle w:val="Pealkiri21"/>
      </w:pPr>
      <w:r w:rsidRPr="00100752">
        <w:t xml:space="preserve">Tellija esindaja on RMK </w:t>
      </w:r>
      <w:r>
        <w:rPr>
          <w:rFonts w:eastAsia="Calibri"/>
        </w:rPr>
        <w:t xml:space="preserve">külastusala juht Andri Plato </w:t>
      </w:r>
      <w:r w:rsidRPr="00100752">
        <w:rPr>
          <w:rFonts w:eastAsia="Calibri"/>
        </w:rPr>
        <w:t xml:space="preserve">tel </w:t>
      </w:r>
      <w:r>
        <w:t>54004851</w:t>
      </w:r>
      <w:r w:rsidRPr="00100752">
        <w:t xml:space="preserve">, e-post </w:t>
      </w:r>
      <w:r>
        <w:t>andri.plato@rmk.ee</w:t>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E-kirja teel edastatud teated peetakse kättesaaduks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lastRenderedPageBreak/>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F762B3"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309D948C" w:rsidR="006F20A8" w:rsidRPr="00100752" w:rsidRDefault="006F20A8" w:rsidP="007337BF">
      <w:pPr>
        <w:pStyle w:val="Pealkiri21"/>
        <w:rPr>
          <w:lang w:eastAsia="ar-SA"/>
        </w:rPr>
      </w:pPr>
      <w:r w:rsidRPr="00100752">
        <w:rPr>
          <w:lang w:eastAsia="ar-SA"/>
        </w:rPr>
        <w:t xml:space="preserve">lisa nr 1 </w:t>
      </w:r>
      <w:r w:rsidR="00163203">
        <w:rPr>
          <w:lang w:eastAsia="ar-SA"/>
        </w:rPr>
        <w:t>Riigihanke v</w:t>
      </w:r>
      <w:r w:rsidR="00163203" w:rsidRPr="00163203">
        <w:rPr>
          <w:lang w:eastAsia="ar-SA"/>
        </w:rPr>
        <w:t>iitenumber: 280061</w:t>
      </w:r>
      <w:r w:rsidR="00163203">
        <w:rPr>
          <w:lang w:eastAsia="ar-SA"/>
        </w:rPr>
        <w:t xml:space="preserve"> alusdokumendid, mh  </w:t>
      </w:r>
      <w:r w:rsidRPr="00100752">
        <w:rPr>
          <w:lang w:eastAsia="ar-SA"/>
        </w:rPr>
        <w:t>Tellija lähteülesanded (</w:t>
      </w:r>
      <w:r w:rsidR="00163203">
        <w:rPr>
          <w:lang w:eastAsia="ar-SA"/>
        </w:rPr>
        <w:t>allalaetavad Riigihangete registris</w:t>
      </w:r>
      <w:r w:rsidRPr="00100752">
        <w:rPr>
          <w:lang w:eastAsia="ar-SA"/>
        </w:rPr>
        <w:t xml:space="preserve">)       </w:t>
      </w:r>
    </w:p>
    <w:p w14:paraId="72290125" w14:textId="6FF94C38" w:rsidR="007337BF" w:rsidRPr="00100752" w:rsidRDefault="006F20A8" w:rsidP="007337BF">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xml:space="preserve">. </w:t>
      </w:r>
      <w:r w:rsidR="007337BF">
        <w:rPr>
          <w:kern w:val="1"/>
          <w:szCs w:val="20"/>
          <w:lang w:eastAsia="ar-SA"/>
        </w:rPr>
        <w:t xml:space="preserve"> lisa nr 2 </w:t>
      </w:r>
      <w:r w:rsidR="007337BF" w:rsidRPr="00100752">
        <w:rPr>
          <w:kern w:val="1"/>
          <w:szCs w:val="20"/>
          <w:lang w:eastAsia="ar-SA"/>
        </w:rPr>
        <w:t>Projekteerija poolt Tellijale esitatud pakkumus (ei asu lepingu juures).</w:t>
      </w:r>
    </w:p>
    <w:p w14:paraId="09992A92" w14:textId="1700D440" w:rsidR="006F20A8" w:rsidRPr="00100752" w:rsidRDefault="00B34139" w:rsidP="006F20A8">
      <w:pPr>
        <w:tabs>
          <w:tab w:val="left" w:pos="0"/>
        </w:tabs>
        <w:suppressAutoHyphens/>
        <w:jc w:val="both"/>
        <w:rPr>
          <w:kern w:val="1"/>
          <w:szCs w:val="20"/>
          <w:lang w:eastAsia="ar-SA"/>
        </w:rPr>
      </w:pPr>
      <w:r>
        <w:rPr>
          <w:kern w:val="1"/>
          <w:szCs w:val="20"/>
          <w:lang w:eastAsia="ar-SA"/>
        </w:rPr>
        <w:t xml:space="preserve">11.3.  </w:t>
      </w:r>
      <w:r w:rsidR="006F20A8" w:rsidRPr="00100752">
        <w:rPr>
          <w:kern w:val="1"/>
          <w:szCs w:val="20"/>
          <w:lang w:eastAsia="ar-SA"/>
        </w:rPr>
        <w:t>lisa nr 3 projekteerimistööde loetelu-graafik</w:t>
      </w:r>
      <w:r w:rsidR="006F20A8" w:rsidRPr="00100752">
        <w:rPr>
          <w:kern w:val="1"/>
          <w:szCs w:val="20"/>
          <w:lang w:eastAsia="ar-SA"/>
        </w:rPr>
        <w:tab/>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3D3C4D" w:rsidRPr="00100752" w14:paraId="2D95890B" w14:textId="77777777" w:rsidTr="002437D4">
        <w:tc>
          <w:tcPr>
            <w:tcW w:w="4531" w:type="dxa"/>
          </w:tcPr>
          <w:p w14:paraId="721C5154" w14:textId="77777777" w:rsidR="003D3C4D" w:rsidRPr="00100752" w:rsidRDefault="003D3C4D" w:rsidP="003D3C4D">
            <w:r w:rsidRPr="00100752">
              <w:t>Riigimetsa Majandamise Keskus</w:t>
            </w:r>
          </w:p>
        </w:tc>
        <w:tc>
          <w:tcPr>
            <w:tcW w:w="4531" w:type="dxa"/>
          </w:tcPr>
          <w:p w14:paraId="4368FBED" w14:textId="2F34A0C7" w:rsidR="003D3C4D" w:rsidRPr="00100752" w:rsidRDefault="003D3C4D" w:rsidP="003D3C4D">
            <w:r w:rsidRPr="00FE717C">
              <w:t>Selektor Projekt OÜ</w:t>
            </w:r>
          </w:p>
        </w:tc>
      </w:tr>
      <w:tr w:rsidR="003D3C4D" w:rsidRPr="00100752" w14:paraId="4E8431BE" w14:textId="77777777" w:rsidTr="002437D4">
        <w:tc>
          <w:tcPr>
            <w:tcW w:w="4531" w:type="dxa"/>
          </w:tcPr>
          <w:p w14:paraId="5CB72B95" w14:textId="77777777" w:rsidR="003D3C4D" w:rsidRPr="00100752" w:rsidRDefault="003D3C4D" w:rsidP="003D3C4D">
            <w:r w:rsidRPr="00100752">
              <w:t>Registrikood 70004459</w:t>
            </w:r>
          </w:p>
        </w:tc>
        <w:tc>
          <w:tcPr>
            <w:tcW w:w="4531" w:type="dxa"/>
          </w:tcPr>
          <w:p w14:paraId="7A0FE2FE" w14:textId="164D4B67" w:rsidR="003D3C4D" w:rsidRPr="00100752" w:rsidRDefault="003D3C4D" w:rsidP="003D3C4D">
            <w:r w:rsidRPr="00100752">
              <w:t xml:space="preserve">Registrikood </w:t>
            </w:r>
            <w:r w:rsidRPr="00FE717C">
              <w:t>12503887</w:t>
            </w:r>
          </w:p>
        </w:tc>
      </w:tr>
      <w:tr w:rsidR="003D3C4D" w:rsidRPr="00100752" w14:paraId="1A69C3A7" w14:textId="77777777" w:rsidTr="002437D4">
        <w:tc>
          <w:tcPr>
            <w:tcW w:w="4531" w:type="dxa"/>
          </w:tcPr>
          <w:p w14:paraId="40752F73" w14:textId="238BB636" w:rsidR="003D3C4D" w:rsidRPr="00100752" w:rsidRDefault="003D3C4D" w:rsidP="003D3C4D">
            <w:r>
              <w:t xml:space="preserve">Mõisa/3, </w:t>
            </w:r>
            <w:r w:rsidRPr="00100752">
              <w:t>Sagadi küla, Haljala vald,</w:t>
            </w:r>
          </w:p>
        </w:tc>
        <w:tc>
          <w:tcPr>
            <w:tcW w:w="4531" w:type="dxa"/>
          </w:tcPr>
          <w:p w14:paraId="6AAA180E" w14:textId="29B33DAB" w:rsidR="003D3C4D" w:rsidRPr="00100752" w:rsidRDefault="003D3C4D" w:rsidP="003D3C4D">
            <w:r w:rsidRPr="008E7053">
              <w:t>Pärnu mnt 186 Tallinn 11314</w:t>
            </w:r>
          </w:p>
        </w:tc>
      </w:tr>
      <w:tr w:rsidR="003D3C4D" w:rsidRPr="00100752" w14:paraId="257D1D25" w14:textId="77777777" w:rsidTr="002437D4">
        <w:tc>
          <w:tcPr>
            <w:tcW w:w="4531" w:type="dxa"/>
          </w:tcPr>
          <w:p w14:paraId="6683AD17" w14:textId="77777777" w:rsidR="003D3C4D" w:rsidRPr="00100752" w:rsidRDefault="003D3C4D" w:rsidP="003D3C4D">
            <w:r w:rsidRPr="00100752">
              <w:t>45403 Lääne-Viru maakond</w:t>
            </w:r>
          </w:p>
        </w:tc>
        <w:tc>
          <w:tcPr>
            <w:tcW w:w="4531" w:type="dxa"/>
          </w:tcPr>
          <w:p w14:paraId="649439DF" w14:textId="59E65707" w:rsidR="003D3C4D" w:rsidRPr="00100752" w:rsidRDefault="003D3C4D" w:rsidP="003D3C4D">
            <w:r w:rsidRPr="00100752">
              <w:t xml:space="preserve">Tel </w:t>
            </w:r>
            <w:r w:rsidRPr="008E7053">
              <w:t>5252000</w:t>
            </w:r>
          </w:p>
        </w:tc>
      </w:tr>
      <w:tr w:rsidR="003D3C4D" w:rsidRPr="00100752" w14:paraId="6CE5FC5C" w14:textId="77777777" w:rsidTr="002437D4">
        <w:tc>
          <w:tcPr>
            <w:tcW w:w="4531" w:type="dxa"/>
          </w:tcPr>
          <w:p w14:paraId="4BD3D4F4" w14:textId="77777777" w:rsidR="003D3C4D" w:rsidRPr="00100752" w:rsidRDefault="003D3C4D" w:rsidP="003D3C4D">
            <w:r w:rsidRPr="00100752">
              <w:t>Tel 676 7500</w:t>
            </w:r>
          </w:p>
        </w:tc>
        <w:tc>
          <w:tcPr>
            <w:tcW w:w="4531" w:type="dxa"/>
          </w:tcPr>
          <w:p w14:paraId="189D7D8B" w14:textId="3CF5336B" w:rsidR="003D3C4D" w:rsidRPr="00100752" w:rsidRDefault="003D3C4D" w:rsidP="003D3C4D">
            <w:r w:rsidRPr="00100752">
              <w:t xml:space="preserve">E-post </w:t>
            </w:r>
            <w:r>
              <w:t>andrus@selektor.ee</w:t>
            </w:r>
          </w:p>
        </w:tc>
      </w:tr>
      <w:tr w:rsidR="002437D4" w:rsidRPr="00100752" w14:paraId="597DD706" w14:textId="77777777" w:rsidTr="002437D4">
        <w:tc>
          <w:tcPr>
            <w:tcW w:w="4531" w:type="dxa"/>
          </w:tcPr>
          <w:p w14:paraId="325F6AC7" w14:textId="6E55FEC6" w:rsidR="002437D4" w:rsidRDefault="008A43C7">
            <w:r w:rsidRPr="00100752">
              <w:t xml:space="preserve">E-post </w:t>
            </w:r>
            <w:hyperlink r:id="rId8" w:history="1">
              <w:r w:rsidR="00D14DF7" w:rsidRPr="008F5EFB">
                <w:rPr>
                  <w:rStyle w:val="Hyperlink"/>
                </w:rPr>
                <w:t>rmk@rmk.ee</w:t>
              </w:r>
            </w:hyperlink>
          </w:p>
          <w:p w14:paraId="0312264A" w14:textId="77777777" w:rsidR="00D14DF7" w:rsidRDefault="00D14DF7"/>
          <w:p w14:paraId="2367DA57" w14:textId="77777777" w:rsidR="00D14DF7" w:rsidRDefault="00D14DF7"/>
          <w:p w14:paraId="4E0F3E79" w14:textId="1F1251E7" w:rsidR="00D14DF7" w:rsidRPr="00100752" w:rsidRDefault="00D14DF7"/>
        </w:tc>
        <w:tc>
          <w:tcPr>
            <w:tcW w:w="4531" w:type="dxa"/>
          </w:tcPr>
          <w:p w14:paraId="39DC74E9" w14:textId="77777777" w:rsidR="002437D4" w:rsidRPr="00100752" w:rsidRDefault="002437D4"/>
        </w:tc>
      </w:tr>
      <w:tr w:rsidR="00D14DF7" w:rsidRPr="00100752" w14:paraId="4D90B1CF" w14:textId="77777777" w:rsidTr="002437D4">
        <w:tc>
          <w:tcPr>
            <w:tcW w:w="4531" w:type="dxa"/>
          </w:tcPr>
          <w:p w14:paraId="414CBD2E" w14:textId="1CDCDEB1" w:rsidR="00D14DF7" w:rsidRPr="00100752" w:rsidRDefault="00D14DF7">
            <w:r>
              <w:t>Andri Plato</w:t>
            </w:r>
          </w:p>
        </w:tc>
        <w:tc>
          <w:tcPr>
            <w:tcW w:w="4531" w:type="dxa"/>
          </w:tcPr>
          <w:p w14:paraId="38025C03" w14:textId="52E502BB" w:rsidR="00D14DF7" w:rsidRPr="00100752" w:rsidRDefault="00D14DF7">
            <w:r>
              <w:t>Andrus Aaviste</w:t>
            </w:r>
          </w:p>
        </w:tc>
      </w:tr>
      <w:tr w:rsidR="00D14DF7" w:rsidRPr="00100752" w14:paraId="35F71D3B" w14:textId="77777777" w:rsidTr="002437D4">
        <w:tc>
          <w:tcPr>
            <w:tcW w:w="4531" w:type="dxa"/>
          </w:tcPr>
          <w:p w14:paraId="455304FC" w14:textId="77777777" w:rsidR="00D14DF7" w:rsidRPr="00100752" w:rsidRDefault="00D14DF7"/>
        </w:tc>
        <w:tc>
          <w:tcPr>
            <w:tcW w:w="4531" w:type="dxa"/>
          </w:tcPr>
          <w:p w14:paraId="1CF31EF3" w14:textId="77777777" w:rsidR="00D14DF7" w:rsidRPr="00100752" w:rsidRDefault="00D14DF7"/>
        </w:tc>
      </w:tr>
    </w:tbl>
    <w:p w14:paraId="495CBC7D" w14:textId="77777777"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Lisa 3</w:t>
      </w:r>
    </w:p>
    <w:p w14:paraId="05B7E3A7" w14:textId="53030A1D"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w:t>
      </w:r>
      <w:r w:rsidR="00401AFC">
        <w:rPr>
          <w:kern w:val="1"/>
          <w:szCs w:val="20"/>
          <w:lang w:eastAsia="ar-SA"/>
        </w:rPr>
        <w:t xml:space="preserve">Selektor Projekt OÜ </w:t>
      </w:r>
      <w:r w:rsidRPr="00100752">
        <w:rPr>
          <w:kern w:val="1"/>
          <w:szCs w:val="20"/>
          <w:lang w:eastAsia="ar-SA"/>
        </w:rPr>
        <w:t xml:space="preserve">vahelise projekteerimislepingu nr </w:t>
      </w:r>
      <w:r w:rsidR="00D94CB1" w:rsidRPr="007040AA">
        <w:t>1-18/2024/117</w:t>
      </w:r>
      <w:r w:rsidRPr="00100752">
        <w:rPr>
          <w:kern w:val="1"/>
          <w:szCs w:val="20"/>
          <w:lang w:eastAsia="ar-SA"/>
        </w:rPr>
        <w:t xml:space="preserve">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54239C78" w:rsidR="009E4534" w:rsidRPr="00100752" w:rsidRDefault="009E4534" w:rsidP="009E4534">
      <w:pPr>
        <w:tabs>
          <w:tab w:val="left" w:pos="0"/>
        </w:tabs>
        <w:suppressAutoHyphens/>
        <w:rPr>
          <w:i/>
          <w:kern w:val="1"/>
          <w:szCs w:val="20"/>
          <w:lang w:eastAsia="ar-SA"/>
        </w:rPr>
      </w:pPr>
      <w:r w:rsidRPr="00100752">
        <w:rPr>
          <w:b/>
          <w:bCs/>
          <w:kern w:val="1"/>
          <w:szCs w:val="20"/>
          <w:lang w:eastAsia="ar-SA"/>
        </w:rPr>
        <w:t>1. E</w:t>
      </w:r>
      <w:r w:rsidR="00A15311">
        <w:rPr>
          <w:b/>
          <w:bCs/>
          <w:kern w:val="1"/>
          <w:szCs w:val="20"/>
          <w:lang w:eastAsia="ar-SA"/>
        </w:rPr>
        <w:t>skiislahendus</w:t>
      </w:r>
      <w:r w:rsidR="00AF46DA">
        <w:rPr>
          <w:b/>
          <w:bCs/>
          <w:kern w:val="1"/>
          <w:szCs w:val="20"/>
          <w:lang w:eastAsia="ar-SA"/>
        </w:rPr>
        <w:t>/eelprojekt</w:t>
      </w:r>
      <w:r w:rsidRPr="00100752">
        <w:rPr>
          <w:b/>
          <w:bCs/>
          <w:kern w:val="1"/>
          <w:szCs w:val="20"/>
          <w:lang w:eastAsia="ar-SA"/>
        </w:rPr>
        <w:t xml:space="preserve"> </w:t>
      </w:r>
      <w:r w:rsidRPr="00100752">
        <w:rPr>
          <w:b/>
          <w:bCs/>
          <w:i/>
          <w:kern w:val="1"/>
          <w:szCs w:val="20"/>
          <w:lang w:eastAsia="ar-SA"/>
        </w:rPr>
        <w:t>(digitaalselt)</w:t>
      </w:r>
    </w:p>
    <w:p w14:paraId="65BF5204" w14:textId="77777777" w:rsidR="009E4534" w:rsidRPr="00100752" w:rsidRDefault="009E4534" w:rsidP="009E4534">
      <w:pPr>
        <w:tabs>
          <w:tab w:val="left" w:pos="0"/>
        </w:tabs>
        <w:suppressAutoHyphens/>
        <w:ind w:left="360"/>
        <w:jc w:val="both"/>
        <w:rPr>
          <w:kern w:val="1"/>
          <w:szCs w:val="20"/>
          <w:lang w:eastAsia="ar-SA"/>
        </w:rPr>
      </w:pPr>
    </w:p>
    <w:p w14:paraId="77BA4FB9"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Projekteerimisega seotud eelnevad uuringud ja mõõdistused.</w:t>
      </w:r>
    </w:p>
    <w:p w14:paraId="4191581B"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7FEDCCDC" w14:textId="77777777" w:rsidR="009E4534" w:rsidRPr="00100752" w:rsidRDefault="009E4534" w:rsidP="009E4534">
      <w:pPr>
        <w:suppressAutoHyphens/>
        <w:jc w:val="both"/>
        <w:rPr>
          <w:kern w:val="1"/>
          <w:szCs w:val="20"/>
          <w:lang w:eastAsia="ar-SA"/>
        </w:rPr>
      </w:pPr>
    </w:p>
    <w:p w14:paraId="60D917F2" w14:textId="77777777" w:rsidR="009E4534" w:rsidRPr="00100752" w:rsidRDefault="009E4534" w:rsidP="009E4534">
      <w:pPr>
        <w:suppressAutoHyphens/>
        <w:jc w:val="both"/>
        <w:rPr>
          <w:kern w:val="1"/>
          <w:szCs w:val="20"/>
          <w:lang w:eastAsia="ar-SA"/>
        </w:rPr>
      </w:pPr>
    </w:p>
    <w:p w14:paraId="03787ADB" w14:textId="60EE0033" w:rsidR="009E4534" w:rsidRPr="00100752" w:rsidRDefault="009E4534" w:rsidP="009E4534">
      <w:pPr>
        <w:suppressAutoHyphens/>
        <w:spacing w:after="120"/>
        <w:ind w:left="357"/>
        <w:jc w:val="both"/>
        <w:rPr>
          <w:kern w:val="1"/>
          <w:szCs w:val="20"/>
          <w:lang w:eastAsia="ar-SA"/>
        </w:rPr>
      </w:pPr>
      <w:r w:rsidRPr="00100752">
        <w:rPr>
          <w:kern w:val="1"/>
          <w:szCs w:val="20"/>
          <w:lang w:eastAsia="ar-SA"/>
        </w:rPr>
        <w:t xml:space="preserve">maksumus </w:t>
      </w:r>
      <w:r w:rsidR="00C2076C">
        <w:rPr>
          <w:kern w:val="1"/>
          <w:szCs w:val="20"/>
          <w:lang w:eastAsia="ar-SA"/>
        </w:rPr>
        <w:t>51</w:t>
      </w:r>
      <w:r w:rsidR="008F0A29">
        <w:rPr>
          <w:kern w:val="1"/>
          <w:szCs w:val="20"/>
          <w:lang w:eastAsia="ar-SA"/>
        </w:rPr>
        <w:t>20</w:t>
      </w:r>
      <w:r w:rsidRPr="00100752">
        <w:rPr>
          <w:kern w:val="1"/>
          <w:szCs w:val="20"/>
          <w:lang w:eastAsia="ar-SA"/>
        </w:rPr>
        <w:t xml:space="preserve"> eurot</w:t>
      </w:r>
      <w:r w:rsidR="00301D54">
        <w:rPr>
          <w:kern w:val="1"/>
          <w:szCs w:val="20"/>
          <w:lang w:eastAsia="ar-SA"/>
        </w:rPr>
        <w:t>, millele lisandub käibemaks</w:t>
      </w:r>
      <w:r w:rsidRPr="00100752">
        <w:rPr>
          <w:kern w:val="1"/>
          <w:szCs w:val="20"/>
          <w:lang w:eastAsia="ar-SA"/>
        </w:rPr>
        <w:t>;</w:t>
      </w:r>
    </w:p>
    <w:p w14:paraId="400DD22A" w14:textId="00C2982E" w:rsidR="009E4534" w:rsidRPr="00100752" w:rsidRDefault="009E4534" w:rsidP="009E4534">
      <w:pPr>
        <w:suppressAutoHyphens/>
        <w:ind w:left="360"/>
        <w:jc w:val="both"/>
        <w:rPr>
          <w:kern w:val="1"/>
          <w:szCs w:val="20"/>
          <w:lang w:eastAsia="ar-SA"/>
        </w:rPr>
      </w:pPr>
      <w:r>
        <w:rPr>
          <w:kern w:val="1"/>
          <w:szCs w:val="20"/>
          <w:lang w:eastAsia="ar-SA"/>
        </w:rPr>
        <w:t>tähtae</w:t>
      </w:r>
      <w:r w:rsidRPr="000E6369">
        <w:rPr>
          <w:kern w:val="1"/>
          <w:szCs w:val="20"/>
          <w:lang w:eastAsia="ar-SA"/>
        </w:rPr>
        <w:t xml:space="preserve">g </w:t>
      </w:r>
      <w:r w:rsidR="00943CFE">
        <w:rPr>
          <w:kern w:val="1"/>
          <w:szCs w:val="20"/>
          <w:lang w:eastAsia="ar-SA"/>
        </w:rPr>
        <w:t xml:space="preserve">3 </w:t>
      </w:r>
      <w:r w:rsidRPr="000E6369">
        <w:rPr>
          <w:kern w:val="1"/>
          <w:szCs w:val="20"/>
          <w:lang w:eastAsia="ar-SA"/>
        </w:rPr>
        <w:t>kuu</w:t>
      </w:r>
      <w:r w:rsidR="000E6369">
        <w:rPr>
          <w:kern w:val="1"/>
          <w:szCs w:val="20"/>
          <w:lang w:eastAsia="ar-SA"/>
        </w:rPr>
        <w:t>d</w:t>
      </w:r>
      <w:r w:rsidRPr="005B52CD">
        <w:rPr>
          <w:kern w:val="1"/>
          <w:szCs w:val="20"/>
          <w:lang w:eastAsia="ar-SA"/>
        </w:rPr>
        <w:t xml:space="preserve"> peale lepingu allkirjastamist</w:t>
      </w:r>
      <w:r w:rsidRPr="00100752">
        <w:rPr>
          <w:kern w:val="1"/>
          <w:szCs w:val="20"/>
          <w:lang w:eastAsia="ar-SA"/>
        </w:rPr>
        <w:t xml:space="preserve"> poolte poolt.                                                                                                   </w:t>
      </w:r>
    </w:p>
    <w:p w14:paraId="1CE27B2B" w14:textId="6D90805A" w:rsidR="00D33785" w:rsidRPr="00100752" w:rsidRDefault="00D33785" w:rsidP="00D33785">
      <w:pPr>
        <w:tabs>
          <w:tab w:val="left" w:pos="0"/>
        </w:tabs>
        <w:suppressAutoHyphens/>
        <w:jc w:val="both"/>
        <w:rPr>
          <w:kern w:val="1"/>
          <w:szCs w:val="20"/>
          <w:lang w:eastAsia="ar-SA"/>
        </w:rPr>
      </w:pPr>
    </w:p>
    <w:p w14:paraId="72B442D0" w14:textId="7C9A79E4" w:rsidR="00D33785" w:rsidRPr="00100752" w:rsidRDefault="00A15311" w:rsidP="00D33785">
      <w:pPr>
        <w:tabs>
          <w:tab w:val="left" w:pos="0"/>
        </w:tabs>
        <w:suppressAutoHyphens/>
        <w:jc w:val="both"/>
        <w:rPr>
          <w:i/>
          <w:strike/>
          <w:color w:val="FFC000"/>
          <w:kern w:val="1"/>
          <w:szCs w:val="20"/>
          <w:lang w:eastAsia="ar-SA"/>
        </w:rPr>
      </w:pPr>
      <w:r>
        <w:rPr>
          <w:b/>
          <w:kern w:val="1"/>
          <w:szCs w:val="20"/>
          <w:lang w:eastAsia="ar-SA"/>
        </w:rPr>
        <w:t>2</w:t>
      </w:r>
      <w:r w:rsidR="009E4534">
        <w:rPr>
          <w:b/>
          <w:kern w:val="1"/>
          <w:szCs w:val="20"/>
          <w:lang w:eastAsia="ar-SA"/>
        </w:rPr>
        <w:t>.</w:t>
      </w:r>
      <w:r>
        <w:rPr>
          <w:b/>
          <w:bCs/>
          <w:kern w:val="1"/>
          <w:szCs w:val="20"/>
          <w:lang w:eastAsia="ar-SA"/>
        </w:rPr>
        <w:t xml:space="preserve"> </w:t>
      </w:r>
      <w:r w:rsidR="00AF46DA">
        <w:rPr>
          <w:b/>
          <w:bCs/>
          <w:kern w:val="1"/>
          <w:szCs w:val="20"/>
          <w:lang w:eastAsia="ar-SA"/>
        </w:rPr>
        <w:t>Tööprojekt</w:t>
      </w:r>
      <w:r w:rsidR="00D33785" w:rsidRPr="00100752">
        <w:rPr>
          <w:b/>
          <w:bCs/>
          <w:i/>
          <w:kern w:val="1"/>
          <w:szCs w:val="20"/>
          <w:lang w:eastAsia="ar-SA"/>
        </w:rPr>
        <w:t>(paber- ja digitaalsel andmekandjal)</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57FDCEEE" w:rsidR="00D33785" w:rsidRPr="00100752" w:rsidRDefault="00D33785" w:rsidP="00D33785">
      <w:pPr>
        <w:suppressAutoHyphens/>
        <w:spacing w:after="120"/>
        <w:ind w:left="357"/>
        <w:jc w:val="both"/>
        <w:rPr>
          <w:kern w:val="1"/>
          <w:szCs w:val="20"/>
          <w:lang w:eastAsia="ar-SA"/>
        </w:rPr>
      </w:pPr>
      <w:r w:rsidRPr="00100752">
        <w:rPr>
          <w:kern w:val="1"/>
          <w:szCs w:val="20"/>
          <w:lang w:eastAsia="ar-SA"/>
        </w:rPr>
        <w:t xml:space="preserve">maksumus </w:t>
      </w:r>
      <w:r w:rsidR="00C2076C">
        <w:rPr>
          <w:kern w:val="1"/>
          <w:szCs w:val="20"/>
          <w:lang w:eastAsia="ar-SA"/>
        </w:rPr>
        <w:t>7680</w:t>
      </w:r>
      <w:r w:rsidRPr="00100752">
        <w:rPr>
          <w:kern w:val="1"/>
          <w:szCs w:val="20"/>
          <w:lang w:eastAsia="ar-SA"/>
        </w:rPr>
        <w:t xml:space="preserve"> eurot</w:t>
      </w:r>
      <w:r w:rsidR="00301D54">
        <w:rPr>
          <w:kern w:val="1"/>
          <w:szCs w:val="20"/>
          <w:lang w:eastAsia="ar-SA"/>
        </w:rPr>
        <w:t>, millele lisandub käibemaks</w:t>
      </w:r>
      <w:r w:rsidRPr="00100752">
        <w:rPr>
          <w:kern w:val="1"/>
          <w:szCs w:val="20"/>
          <w:lang w:eastAsia="ar-SA"/>
        </w:rPr>
        <w:t>;</w:t>
      </w:r>
    </w:p>
    <w:p w14:paraId="225B2E04" w14:textId="4EDF3ABF" w:rsidR="00D33785" w:rsidRPr="00100752" w:rsidRDefault="00D33785" w:rsidP="00D33785">
      <w:pPr>
        <w:suppressAutoHyphens/>
        <w:ind w:left="360"/>
        <w:jc w:val="both"/>
        <w:rPr>
          <w:kern w:val="1"/>
          <w:szCs w:val="20"/>
          <w:lang w:eastAsia="ar-SA"/>
        </w:rPr>
      </w:pPr>
      <w:r w:rsidRPr="000E6369">
        <w:rPr>
          <w:kern w:val="1"/>
          <w:szCs w:val="20"/>
          <w:lang w:eastAsia="ar-SA"/>
        </w:rPr>
        <w:t xml:space="preserve">tähtaeg </w:t>
      </w:r>
      <w:r w:rsidR="00EF5B04">
        <w:rPr>
          <w:kern w:val="1"/>
          <w:szCs w:val="20"/>
          <w:lang w:eastAsia="ar-SA"/>
        </w:rPr>
        <w:t>6</w:t>
      </w:r>
      <w:r w:rsidR="009D1CED" w:rsidRPr="000E6369">
        <w:rPr>
          <w:kern w:val="1"/>
          <w:szCs w:val="20"/>
          <w:lang w:eastAsia="ar-SA"/>
        </w:rPr>
        <w:t xml:space="preserve"> </w:t>
      </w:r>
      <w:r w:rsidRPr="000E6369">
        <w:rPr>
          <w:kern w:val="1"/>
          <w:szCs w:val="20"/>
          <w:lang w:eastAsia="ar-SA"/>
        </w:rPr>
        <w:t xml:space="preserve"> kuud</w:t>
      </w:r>
      <w:r w:rsidRPr="00100752">
        <w:rPr>
          <w:kern w:val="1"/>
          <w:szCs w:val="20"/>
          <w:lang w:eastAsia="ar-SA"/>
        </w:rPr>
        <w:t xml:space="preserve"> peale lepingu allkirjastamist poolte poolt.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337B5C7D"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w:t>
      </w:r>
      <w:r w:rsidR="008F0A29">
        <w:rPr>
          <w:kern w:val="1"/>
          <w:szCs w:val="20"/>
          <w:lang w:eastAsia="ar-SA"/>
        </w:rPr>
        <w:t>12800</w:t>
      </w:r>
      <w:r w:rsidRPr="00100752">
        <w:rPr>
          <w:kern w:val="1"/>
          <w:szCs w:val="20"/>
          <w:lang w:eastAsia="ar-SA"/>
        </w:rPr>
        <w:t xml:space="preserve"> eurot</w:t>
      </w:r>
      <w:r w:rsidR="00301D54">
        <w:rPr>
          <w:kern w:val="1"/>
          <w:szCs w:val="20"/>
          <w:lang w:eastAsia="ar-SA"/>
        </w:rPr>
        <w:t>, millele lisandub käibemaks</w:t>
      </w:r>
      <w:r w:rsidR="00D90FD5">
        <w:rPr>
          <w:kern w:val="1"/>
          <w:szCs w:val="20"/>
          <w:lang w:eastAsia="ar-SA"/>
        </w:rPr>
        <w:t xml:space="preserve"> kehtivas määras</w:t>
      </w:r>
      <w:r w:rsidRPr="00100752">
        <w:rPr>
          <w:kern w:val="1"/>
          <w:szCs w:val="20"/>
          <w:lang w:eastAsia="ar-SA"/>
        </w:rPr>
        <w:t>.</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11903BD0" w:rsidR="00D33785" w:rsidRPr="00007B53" w:rsidRDefault="003D3C4D" w:rsidP="00D33785">
      <w:pPr>
        <w:tabs>
          <w:tab w:val="left" w:pos="0"/>
        </w:tabs>
        <w:suppressAutoHyphens/>
        <w:jc w:val="both"/>
        <w:rPr>
          <w:kern w:val="1"/>
          <w:szCs w:val="20"/>
          <w:lang w:eastAsia="ar-SA"/>
        </w:rPr>
      </w:pPr>
      <w:r>
        <w:rPr>
          <w:kern w:val="1"/>
          <w:szCs w:val="20"/>
          <w:lang w:eastAsia="ar-SA"/>
        </w:rPr>
        <w:t>Andrus Aaviste</w:t>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Pr>
          <w:kern w:val="1"/>
          <w:szCs w:val="20"/>
          <w:lang w:eastAsia="ar-SA"/>
        </w:rPr>
        <w:t>Andri Plato</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sectPr w:rsidR="00D33785" w:rsidRPr="00007B53" w:rsidSect="00C553CC">
      <w:headerReference w:type="even" r:id="rId9"/>
      <w:headerReference w:type="default" r:id="rId10"/>
      <w:headerReference w:type="first" r:id="rId11"/>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01B634" w14:textId="77777777" w:rsidR="00BD5BE7" w:rsidRDefault="00BD5BE7">
      <w:r>
        <w:separator/>
      </w:r>
    </w:p>
  </w:endnote>
  <w:endnote w:type="continuationSeparator" w:id="0">
    <w:p w14:paraId="75049C27" w14:textId="77777777" w:rsidR="00BD5BE7" w:rsidRDefault="00BD5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2AB1DC" w14:textId="77777777" w:rsidR="00BD5BE7" w:rsidRDefault="00BD5BE7">
      <w:r>
        <w:separator/>
      </w:r>
    </w:p>
  </w:footnote>
  <w:footnote w:type="continuationSeparator" w:id="0">
    <w:p w14:paraId="644FD256" w14:textId="77777777" w:rsidR="00BD5BE7" w:rsidRDefault="00BD5B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5FB93" w14:textId="77777777" w:rsidR="00252E87" w:rsidRDefault="00252E87" w:rsidP="006669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60F4BE" w14:textId="77777777" w:rsidR="00252E87" w:rsidRDefault="00252E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845AF" w14:textId="19BE639F" w:rsidR="00252E87" w:rsidRDefault="00252E87" w:rsidP="006669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B25CA">
      <w:rPr>
        <w:rStyle w:val="PageNumber"/>
        <w:noProof/>
      </w:rPr>
      <w:t>4</w:t>
    </w:r>
    <w:r>
      <w:rPr>
        <w:rStyle w:val="PageNumber"/>
      </w:rPr>
      <w:fldChar w:fldCharType="end"/>
    </w:r>
  </w:p>
  <w:p w14:paraId="3C760265" w14:textId="77777777" w:rsidR="00252E87" w:rsidRPr="006669FD" w:rsidRDefault="00252E87" w:rsidP="00377D65">
    <w:pPr>
      <w:pStyle w:val="Header"/>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61286" w14:textId="77777777" w:rsidR="004B4B36" w:rsidRDefault="00207F13" w:rsidP="004B4B36">
    <w:pPr>
      <w:pStyle w:val="Header"/>
    </w:pPr>
    <w:r>
      <w:t xml:space="preserve">RMK hange: </w:t>
    </w:r>
    <w:r w:rsidR="004B4B36">
      <w:t>Elistvere loomapargi parkla ja kompostala (Osa 1), Palli telkimisala (Osa 2) ning Viru raba õpperaja parkla väikevormide (Osa 3) projekteerimistööd</w:t>
    </w:r>
  </w:p>
  <w:p w14:paraId="6C27B858" w14:textId="7CE14AE2" w:rsidR="00207F13" w:rsidRDefault="004B4B36" w:rsidP="004B4B36">
    <w:pPr>
      <w:pStyle w:val="Header"/>
    </w:pPr>
    <w:r>
      <w:t>Viitenumber: 280061</w:t>
    </w:r>
    <w:r w:rsidR="00993CF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1637028083">
    <w:abstractNumId w:val="4"/>
  </w:num>
  <w:num w:numId="2" w16cid:durableId="329213650">
    <w:abstractNumId w:val="3"/>
  </w:num>
  <w:num w:numId="3" w16cid:durableId="2019379401">
    <w:abstractNumId w:val="2"/>
  </w:num>
  <w:num w:numId="4" w16cid:durableId="186800674">
    <w:abstractNumId w:val="5"/>
  </w:num>
  <w:num w:numId="5" w16cid:durableId="825896794">
    <w:abstractNumId w:val="5"/>
  </w:num>
  <w:num w:numId="6" w16cid:durableId="275255112">
    <w:abstractNumId w:val="1"/>
  </w:num>
  <w:num w:numId="7" w16cid:durableId="2070690357">
    <w:abstractNumId w:val="0"/>
  </w:num>
  <w:num w:numId="8" w16cid:durableId="191889933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D64"/>
    <w:rsid w:val="00002437"/>
    <w:rsid w:val="00007B53"/>
    <w:rsid w:val="000236BA"/>
    <w:rsid w:val="0002466A"/>
    <w:rsid w:val="000610B0"/>
    <w:rsid w:val="00070E9C"/>
    <w:rsid w:val="000828A2"/>
    <w:rsid w:val="00085CAD"/>
    <w:rsid w:val="00092649"/>
    <w:rsid w:val="00093F12"/>
    <w:rsid w:val="000B24B2"/>
    <w:rsid w:val="000B25CA"/>
    <w:rsid w:val="000B6C5B"/>
    <w:rsid w:val="000C52F9"/>
    <w:rsid w:val="000E6369"/>
    <w:rsid w:val="000F0D1F"/>
    <w:rsid w:val="000F573A"/>
    <w:rsid w:val="00100752"/>
    <w:rsid w:val="00117F0D"/>
    <w:rsid w:val="001222F1"/>
    <w:rsid w:val="00130781"/>
    <w:rsid w:val="0013352E"/>
    <w:rsid w:val="00146AF6"/>
    <w:rsid w:val="00163203"/>
    <w:rsid w:val="0016496E"/>
    <w:rsid w:val="001734FD"/>
    <w:rsid w:val="00180E85"/>
    <w:rsid w:val="00187866"/>
    <w:rsid w:val="001A0297"/>
    <w:rsid w:val="001D3892"/>
    <w:rsid w:val="001D77EE"/>
    <w:rsid w:val="001F775C"/>
    <w:rsid w:val="00207F13"/>
    <w:rsid w:val="0021322F"/>
    <w:rsid w:val="00222E23"/>
    <w:rsid w:val="00232B5B"/>
    <w:rsid w:val="002437D4"/>
    <w:rsid w:val="00252E87"/>
    <w:rsid w:val="00272DA6"/>
    <w:rsid w:val="0029343E"/>
    <w:rsid w:val="00294162"/>
    <w:rsid w:val="002B20A0"/>
    <w:rsid w:val="002D2647"/>
    <w:rsid w:val="002E3ABA"/>
    <w:rsid w:val="003007F8"/>
    <w:rsid w:val="00301D54"/>
    <w:rsid w:val="00311242"/>
    <w:rsid w:val="00312480"/>
    <w:rsid w:val="00321530"/>
    <w:rsid w:val="0033099A"/>
    <w:rsid w:val="00334452"/>
    <w:rsid w:val="00337FC6"/>
    <w:rsid w:val="0035627B"/>
    <w:rsid w:val="0037187B"/>
    <w:rsid w:val="003731BF"/>
    <w:rsid w:val="00377D65"/>
    <w:rsid w:val="003A129F"/>
    <w:rsid w:val="003B3FCC"/>
    <w:rsid w:val="003C70DA"/>
    <w:rsid w:val="003D1FD3"/>
    <w:rsid w:val="003D3C4D"/>
    <w:rsid w:val="003D4F57"/>
    <w:rsid w:val="003D60F3"/>
    <w:rsid w:val="003F26F1"/>
    <w:rsid w:val="00401AFC"/>
    <w:rsid w:val="00402796"/>
    <w:rsid w:val="0040704F"/>
    <w:rsid w:val="00417D30"/>
    <w:rsid w:val="00437D85"/>
    <w:rsid w:val="0047212D"/>
    <w:rsid w:val="00474CCC"/>
    <w:rsid w:val="0048584E"/>
    <w:rsid w:val="004B4B36"/>
    <w:rsid w:val="004F3FE6"/>
    <w:rsid w:val="00551773"/>
    <w:rsid w:val="00567163"/>
    <w:rsid w:val="00597F16"/>
    <w:rsid w:val="005B1C24"/>
    <w:rsid w:val="005C2780"/>
    <w:rsid w:val="005D6C7E"/>
    <w:rsid w:val="005E0033"/>
    <w:rsid w:val="005F3F19"/>
    <w:rsid w:val="0061474F"/>
    <w:rsid w:val="00616409"/>
    <w:rsid w:val="0062120B"/>
    <w:rsid w:val="00624F24"/>
    <w:rsid w:val="00634FF0"/>
    <w:rsid w:val="00662208"/>
    <w:rsid w:val="006669FD"/>
    <w:rsid w:val="006725E5"/>
    <w:rsid w:val="00672EAA"/>
    <w:rsid w:val="006833CD"/>
    <w:rsid w:val="0068447F"/>
    <w:rsid w:val="00687CD8"/>
    <w:rsid w:val="006921B3"/>
    <w:rsid w:val="00696465"/>
    <w:rsid w:val="006B6A81"/>
    <w:rsid w:val="006C23CE"/>
    <w:rsid w:val="006F20A8"/>
    <w:rsid w:val="006F38A6"/>
    <w:rsid w:val="00701EC5"/>
    <w:rsid w:val="007040AA"/>
    <w:rsid w:val="00705EDC"/>
    <w:rsid w:val="00720C5F"/>
    <w:rsid w:val="0072323E"/>
    <w:rsid w:val="007337BF"/>
    <w:rsid w:val="00752C07"/>
    <w:rsid w:val="007548FE"/>
    <w:rsid w:val="00764935"/>
    <w:rsid w:val="0076689E"/>
    <w:rsid w:val="00770519"/>
    <w:rsid w:val="00772CAB"/>
    <w:rsid w:val="007926C9"/>
    <w:rsid w:val="00793C2D"/>
    <w:rsid w:val="007C4EDC"/>
    <w:rsid w:val="007C58DC"/>
    <w:rsid w:val="007D06F0"/>
    <w:rsid w:val="007D392A"/>
    <w:rsid w:val="008071A6"/>
    <w:rsid w:val="0081346C"/>
    <w:rsid w:val="00831570"/>
    <w:rsid w:val="00840C09"/>
    <w:rsid w:val="008633AC"/>
    <w:rsid w:val="00867887"/>
    <w:rsid w:val="00887B9B"/>
    <w:rsid w:val="00891ED1"/>
    <w:rsid w:val="00895B8C"/>
    <w:rsid w:val="00896385"/>
    <w:rsid w:val="008A2D45"/>
    <w:rsid w:val="008A43C7"/>
    <w:rsid w:val="008B1F2F"/>
    <w:rsid w:val="008C0E08"/>
    <w:rsid w:val="008E55EB"/>
    <w:rsid w:val="008E5715"/>
    <w:rsid w:val="008F0A29"/>
    <w:rsid w:val="009126C5"/>
    <w:rsid w:val="00925E1C"/>
    <w:rsid w:val="009267C2"/>
    <w:rsid w:val="00927A44"/>
    <w:rsid w:val="00943CFE"/>
    <w:rsid w:val="00943DB2"/>
    <w:rsid w:val="00962F05"/>
    <w:rsid w:val="00981969"/>
    <w:rsid w:val="00991DD6"/>
    <w:rsid w:val="00993CFA"/>
    <w:rsid w:val="009A75D1"/>
    <w:rsid w:val="009B6662"/>
    <w:rsid w:val="009C2AB5"/>
    <w:rsid w:val="009D1CED"/>
    <w:rsid w:val="009E4534"/>
    <w:rsid w:val="009E727A"/>
    <w:rsid w:val="00A1479A"/>
    <w:rsid w:val="00A15311"/>
    <w:rsid w:val="00A15D1F"/>
    <w:rsid w:val="00A164C6"/>
    <w:rsid w:val="00A24037"/>
    <w:rsid w:val="00A24385"/>
    <w:rsid w:val="00A262AF"/>
    <w:rsid w:val="00A506C6"/>
    <w:rsid w:val="00A53EDF"/>
    <w:rsid w:val="00A54A8B"/>
    <w:rsid w:val="00A54EA9"/>
    <w:rsid w:val="00A858A3"/>
    <w:rsid w:val="00AC6140"/>
    <w:rsid w:val="00AE027C"/>
    <w:rsid w:val="00AE4593"/>
    <w:rsid w:val="00AF46DA"/>
    <w:rsid w:val="00B02111"/>
    <w:rsid w:val="00B1136F"/>
    <w:rsid w:val="00B22127"/>
    <w:rsid w:val="00B34139"/>
    <w:rsid w:val="00B36EC8"/>
    <w:rsid w:val="00B47672"/>
    <w:rsid w:val="00B849BE"/>
    <w:rsid w:val="00B90A21"/>
    <w:rsid w:val="00B97297"/>
    <w:rsid w:val="00B97815"/>
    <w:rsid w:val="00BA0F84"/>
    <w:rsid w:val="00BA6375"/>
    <w:rsid w:val="00BC7FD0"/>
    <w:rsid w:val="00BD5BE7"/>
    <w:rsid w:val="00BF5D64"/>
    <w:rsid w:val="00C10513"/>
    <w:rsid w:val="00C11329"/>
    <w:rsid w:val="00C2076C"/>
    <w:rsid w:val="00C24DEA"/>
    <w:rsid w:val="00C37434"/>
    <w:rsid w:val="00C553CC"/>
    <w:rsid w:val="00C5662F"/>
    <w:rsid w:val="00C63BFE"/>
    <w:rsid w:val="00C677AC"/>
    <w:rsid w:val="00CA3076"/>
    <w:rsid w:val="00CB0220"/>
    <w:rsid w:val="00CD2D1E"/>
    <w:rsid w:val="00CD48A2"/>
    <w:rsid w:val="00CD52E7"/>
    <w:rsid w:val="00CE4463"/>
    <w:rsid w:val="00CF097F"/>
    <w:rsid w:val="00D00364"/>
    <w:rsid w:val="00D00DD0"/>
    <w:rsid w:val="00D015DC"/>
    <w:rsid w:val="00D07E0A"/>
    <w:rsid w:val="00D14DF7"/>
    <w:rsid w:val="00D322AC"/>
    <w:rsid w:val="00D33785"/>
    <w:rsid w:val="00D34B46"/>
    <w:rsid w:val="00D37E26"/>
    <w:rsid w:val="00D42A8F"/>
    <w:rsid w:val="00D604FA"/>
    <w:rsid w:val="00D7447A"/>
    <w:rsid w:val="00D86A3C"/>
    <w:rsid w:val="00D90FD5"/>
    <w:rsid w:val="00D94CB1"/>
    <w:rsid w:val="00DA46CA"/>
    <w:rsid w:val="00DA7F2C"/>
    <w:rsid w:val="00DC23AA"/>
    <w:rsid w:val="00DC7FDF"/>
    <w:rsid w:val="00DD3DF9"/>
    <w:rsid w:val="00DD6D16"/>
    <w:rsid w:val="00DE0752"/>
    <w:rsid w:val="00DE2A44"/>
    <w:rsid w:val="00DE5300"/>
    <w:rsid w:val="00E22664"/>
    <w:rsid w:val="00E24DA2"/>
    <w:rsid w:val="00E32DB2"/>
    <w:rsid w:val="00E36FA4"/>
    <w:rsid w:val="00E61950"/>
    <w:rsid w:val="00E74ACF"/>
    <w:rsid w:val="00E82AE4"/>
    <w:rsid w:val="00E85A15"/>
    <w:rsid w:val="00EB6E1F"/>
    <w:rsid w:val="00EC3CBD"/>
    <w:rsid w:val="00ED0D25"/>
    <w:rsid w:val="00ED2357"/>
    <w:rsid w:val="00EE29F4"/>
    <w:rsid w:val="00EE3C2F"/>
    <w:rsid w:val="00EE5EC3"/>
    <w:rsid w:val="00EF3CCA"/>
    <w:rsid w:val="00EF5B04"/>
    <w:rsid w:val="00F00DEA"/>
    <w:rsid w:val="00F62E72"/>
    <w:rsid w:val="00F734BD"/>
    <w:rsid w:val="00F762B3"/>
    <w:rsid w:val="00F85E41"/>
    <w:rsid w:val="00F87CF6"/>
    <w:rsid w:val="00F91FEA"/>
    <w:rsid w:val="00FA24E8"/>
    <w:rsid w:val="00FB0EDA"/>
    <w:rsid w:val="00FB4929"/>
    <w:rsid w:val="00FF24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69FD"/>
    <w:rPr>
      <w:sz w:val="24"/>
      <w:szCs w:val="24"/>
      <w:lang w:eastAsia="en-US"/>
    </w:rPr>
  </w:style>
  <w:style w:type="paragraph" w:styleId="Heading1">
    <w:name w:val="heading 1"/>
    <w:basedOn w:val="Normal"/>
    <w:next w:val="Normal"/>
    <w:qFormat/>
    <w:rsid w:val="006669FD"/>
    <w:pPr>
      <w:keepNext/>
      <w:outlineLvl w:val="0"/>
    </w:pPr>
    <w:rPr>
      <w:b/>
      <w:bCs/>
      <w:szCs w:val="23"/>
    </w:rPr>
  </w:style>
  <w:style w:type="paragraph" w:styleId="Heading2">
    <w:name w:val="heading 2"/>
    <w:basedOn w:val="Normal"/>
    <w:next w:val="Normal"/>
    <w:qFormat/>
    <w:rsid w:val="006669FD"/>
    <w:pPr>
      <w:keepNext/>
      <w:outlineLvl w:val="1"/>
    </w:pPr>
    <w:rPr>
      <w:i/>
      <w:iCs/>
    </w:rPr>
  </w:style>
  <w:style w:type="paragraph" w:styleId="Heading3">
    <w:name w:val="heading 3"/>
    <w:basedOn w:val="Normal"/>
    <w:next w:val="Normal"/>
    <w:link w:val="Heading3Char"/>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qFormat/>
    <w:rsid w:val="006669FD"/>
    <w:pPr>
      <w:keepNext/>
      <w:ind w:left="1440" w:firstLine="720"/>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Title">
    <w:name w:val="Title"/>
    <w:basedOn w:val="Normal"/>
    <w:qFormat/>
    <w:rsid w:val="006669FD"/>
    <w:pPr>
      <w:jc w:val="center"/>
    </w:pPr>
    <w:rPr>
      <w:b/>
      <w:bCs/>
    </w:rPr>
  </w:style>
  <w:style w:type="paragraph" w:styleId="Header">
    <w:name w:val="header"/>
    <w:basedOn w:val="Normal"/>
    <w:rsid w:val="006669FD"/>
    <w:pPr>
      <w:tabs>
        <w:tab w:val="center" w:pos="4536"/>
        <w:tab w:val="right" w:pos="9072"/>
      </w:tabs>
    </w:pPr>
  </w:style>
  <w:style w:type="character" w:styleId="PageNumber">
    <w:name w:val="page number"/>
    <w:basedOn w:val="DefaultParagraphFont"/>
    <w:rsid w:val="006669FD"/>
  </w:style>
  <w:style w:type="paragraph" w:styleId="Footer">
    <w:name w:val="footer"/>
    <w:basedOn w:val="Normal"/>
    <w:rsid w:val="006669FD"/>
    <w:pPr>
      <w:tabs>
        <w:tab w:val="center" w:pos="4536"/>
        <w:tab w:val="right" w:pos="9072"/>
      </w:tabs>
    </w:pPr>
  </w:style>
  <w:style w:type="table" w:styleId="TableGrid">
    <w:name w:val="Table Grid"/>
    <w:basedOn w:val="TableNorma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222E23"/>
    <w:rPr>
      <w:rFonts w:ascii="Tahoma" w:hAnsi="Tahoma" w:cs="Tahoma"/>
      <w:sz w:val="16"/>
      <w:szCs w:val="16"/>
    </w:rPr>
  </w:style>
  <w:style w:type="character" w:customStyle="1" w:styleId="BalloonTextChar">
    <w:name w:val="Balloon Text Char"/>
    <w:basedOn w:val="DefaultParagraphFont"/>
    <w:link w:val="BalloonText"/>
    <w:semiHidden/>
    <w:rsid w:val="00222E23"/>
    <w:rPr>
      <w:rFonts w:ascii="Tahoma" w:hAnsi="Tahoma" w:cs="Tahoma"/>
      <w:sz w:val="16"/>
      <w:szCs w:val="16"/>
      <w:lang w:eastAsia="en-US"/>
    </w:rPr>
  </w:style>
  <w:style w:type="paragraph" w:styleId="NormalWeb">
    <w:name w:val="Normal (Web)"/>
    <w:basedOn w:val="Normal"/>
    <w:rsid w:val="00867887"/>
    <w:pPr>
      <w:spacing w:before="100" w:beforeAutospacing="1" w:after="100" w:afterAutospacing="1"/>
    </w:pPr>
    <w:rPr>
      <w:lang w:val="en-GB"/>
    </w:rPr>
  </w:style>
  <w:style w:type="character" w:styleId="CommentReference">
    <w:name w:val="annotation reference"/>
    <w:basedOn w:val="DefaultParagraphFont"/>
    <w:uiPriority w:val="99"/>
    <w:rsid w:val="00867887"/>
    <w:rPr>
      <w:sz w:val="16"/>
      <w:szCs w:val="16"/>
    </w:rPr>
  </w:style>
  <w:style w:type="paragraph" w:styleId="CommentText">
    <w:name w:val="annotation text"/>
    <w:basedOn w:val="Normal"/>
    <w:link w:val="CommentTextChar"/>
    <w:uiPriority w:val="99"/>
    <w:rsid w:val="00867887"/>
    <w:rPr>
      <w:sz w:val="20"/>
      <w:szCs w:val="20"/>
    </w:rPr>
  </w:style>
  <w:style w:type="character" w:customStyle="1" w:styleId="CommentTextChar">
    <w:name w:val="Comment Text Char"/>
    <w:basedOn w:val="DefaultParagraphFont"/>
    <w:link w:val="CommentText"/>
    <w:uiPriority w:val="99"/>
    <w:rsid w:val="00867887"/>
    <w:rPr>
      <w:lang w:eastAsia="en-US"/>
    </w:rPr>
  </w:style>
  <w:style w:type="paragraph" w:styleId="ListParagraph">
    <w:name w:val="List Paragraph"/>
    <w:basedOn w:val="Normal"/>
    <w:uiPriority w:val="34"/>
    <w:qFormat/>
    <w:rsid w:val="0048584E"/>
    <w:pPr>
      <w:ind w:left="708"/>
    </w:pPr>
    <w:rPr>
      <w:lang w:eastAsia="et-EE"/>
    </w:rPr>
  </w:style>
  <w:style w:type="paragraph" w:styleId="CommentSubject">
    <w:name w:val="annotation subject"/>
    <w:basedOn w:val="CommentText"/>
    <w:next w:val="CommentText"/>
    <w:link w:val="CommentSubjectChar"/>
    <w:semiHidden/>
    <w:unhideWhenUsed/>
    <w:rsid w:val="0048584E"/>
    <w:rPr>
      <w:b/>
      <w:bCs/>
    </w:rPr>
  </w:style>
  <w:style w:type="character" w:customStyle="1" w:styleId="CommentSubjectChar">
    <w:name w:val="Comment Subject Char"/>
    <w:basedOn w:val="CommentTextChar"/>
    <w:link w:val="CommentSubject"/>
    <w:semiHidden/>
    <w:rsid w:val="0048584E"/>
    <w:rPr>
      <w:b/>
      <w:bCs/>
      <w:lang w:eastAsia="en-US"/>
    </w:rPr>
  </w:style>
  <w:style w:type="paragraph" w:customStyle="1" w:styleId="Pealkiri11">
    <w:name w:val="Pealkiri 11"/>
    <w:basedOn w:val="Normal"/>
    <w:rsid w:val="00092649"/>
    <w:pPr>
      <w:numPr>
        <w:numId w:val="5"/>
      </w:numPr>
    </w:pPr>
  </w:style>
  <w:style w:type="paragraph" w:customStyle="1" w:styleId="Pealkiri21">
    <w:name w:val="Pealkiri 21"/>
    <w:basedOn w:val="Normal"/>
    <w:rsid w:val="00092649"/>
    <w:pPr>
      <w:numPr>
        <w:ilvl w:val="1"/>
        <w:numId w:val="5"/>
      </w:numPr>
    </w:pPr>
  </w:style>
  <w:style w:type="paragraph" w:customStyle="1" w:styleId="Pealkiri31">
    <w:name w:val="Pealkiri 31"/>
    <w:basedOn w:val="Normal"/>
    <w:rsid w:val="00092649"/>
    <w:pPr>
      <w:numPr>
        <w:ilvl w:val="2"/>
        <w:numId w:val="5"/>
      </w:numPr>
    </w:pPr>
  </w:style>
  <w:style w:type="paragraph" w:customStyle="1" w:styleId="Pealkiri41">
    <w:name w:val="Pealkiri 41"/>
    <w:basedOn w:val="Normal"/>
    <w:rsid w:val="00092649"/>
    <w:pPr>
      <w:numPr>
        <w:ilvl w:val="3"/>
        <w:numId w:val="5"/>
      </w:numPr>
    </w:pPr>
  </w:style>
  <w:style w:type="paragraph" w:customStyle="1" w:styleId="Pealkiri51">
    <w:name w:val="Pealkiri 51"/>
    <w:basedOn w:val="Normal"/>
    <w:rsid w:val="00092649"/>
    <w:pPr>
      <w:numPr>
        <w:ilvl w:val="4"/>
        <w:numId w:val="5"/>
      </w:numPr>
    </w:pPr>
  </w:style>
  <w:style w:type="paragraph" w:customStyle="1" w:styleId="Pealkiri61">
    <w:name w:val="Pealkiri 61"/>
    <w:basedOn w:val="Normal"/>
    <w:rsid w:val="00092649"/>
    <w:pPr>
      <w:numPr>
        <w:ilvl w:val="5"/>
        <w:numId w:val="5"/>
      </w:numPr>
    </w:pPr>
  </w:style>
  <w:style w:type="paragraph" w:customStyle="1" w:styleId="Pealkiri71">
    <w:name w:val="Pealkiri 71"/>
    <w:basedOn w:val="Normal"/>
    <w:rsid w:val="00092649"/>
    <w:pPr>
      <w:numPr>
        <w:ilvl w:val="6"/>
        <w:numId w:val="5"/>
      </w:numPr>
    </w:pPr>
  </w:style>
  <w:style w:type="paragraph" w:customStyle="1" w:styleId="Pealkiri81">
    <w:name w:val="Pealkiri 81"/>
    <w:basedOn w:val="Normal"/>
    <w:rsid w:val="00092649"/>
    <w:pPr>
      <w:numPr>
        <w:ilvl w:val="7"/>
        <w:numId w:val="5"/>
      </w:numPr>
    </w:pPr>
  </w:style>
  <w:style w:type="paragraph" w:customStyle="1" w:styleId="Pealkiri91">
    <w:name w:val="Pealkiri 91"/>
    <w:basedOn w:val="Normal"/>
    <w:rsid w:val="00092649"/>
    <w:pPr>
      <w:numPr>
        <w:ilvl w:val="8"/>
        <w:numId w:val="5"/>
      </w:numPr>
    </w:pPr>
  </w:style>
  <w:style w:type="character" w:customStyle="1" w:styleId="Heading3Char">
    <w:name w:val="Heading 3 Char"/>
    <w:basedOn w:val="DefaultParagraphFont"/>
    <w:link w:val="Heading3"/>
    <w:semiHidden/>
    <w:rsid w:val="00007B53"/>
    <w:rPr>
      <w:rFonts w:asciiTheme="majorHAnsi" w:eastAsiaTheme="majorEastAsia" w:hAnsiTheme="majorHAnsi" w:cstheme="majorBidi"/>
      <w:color w:val="243F60" w:themeColor="accent1" w:themeShade="7F"/>
      <w:sz w:val="24"/>
      <w:szCs w:val="24"/>
      <w:lang w:eastAsia="en-US"/>
    </w:rPr>
  </w:style>
  <w:style w:type="character" w:styleId="Hyperlink">
    <w:name w:val="Hyperlink"/>
    <w:basedOn w:val="DefaultParagraphFont"/>
    <w:unhideWhenUsed/>
    <w:rsid w:val="00D14DF7"/>
    <w:rPr>
      <w:color w:val="0000FF" w:themeColor="hyperlink"/>
      <w:u w:val="single"/>
    </w:rPr>
  </w:style>
  <w:style w:type="character" w:styleId="UnresolvedMention">
    <w:name w:val="Unresolved Mention"/>
    <w:basedOn w:val="DefaultParagraphFont"/>
    <w:uiPriority w:val="99"/>
    <w:semiHidden/>
    <w:unhideWhenUsed/>
    <w:rsid w:val="00D14D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PlaceholderTex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PlaceholderText"/>
            </w:rPr>
            <w:t>Choose an item.</w:t>
          </w:r>
        </w:p>
      </w:docPartBody>
    </w:docPart>
    <w:docPart>
      <w:docPartPr>
        <w:name w:val="3F145398A16B47AE963B4EB6E6451E5D"/>
        <w:category>
          <w:name w:val="General"/>
          <w:gallery w:val="placeholder"/>
        </w:category>
        <w:types>
          <w:type w:val="bbPlcHdr"/>
        </w:types>
        <w:behaviors>
          <w:behavior w:val="content"/>
        </w:behaviors>
        <w:guid w:val="{70C33EFA-2412-4642-8134-73113C63FF2C}"/>
      </w:docPartPr>
      <w:docPartBody>
        <w:p w:rsidR="004E6C61" w:rsidRDefault="001B4C78" w:rsidP="001B4C78">
          <w:pPr>
            <w:pStyle w:val="3F145398A16B47AE963B4EB6E6451E5D"/>
          </w:pPr>
          <w:r w:rsidRPr="00BE118B">
            <w:rPr>
              <w:rStyle w:val="PlaceholderText"/>
            </w:rPr>
            <w:t>Choose an item.</w:t>
          </w:r>
        </w:p>
      </w:docPartBody>
    </w:docPart>
    <w:docPart>
      <w:docPartPr>
        <w:name w:val="D462C3779AE94AEE8AA4C0E609BDCF75"/>
        <w:category>
          <w:name w:val="General"/>
          <w:gallery w:val="placeholder"/>
        </w:category>
        <w:types>
          <w:type w:val="bbPlcHdr"/>
        </w:types>
        <w:behaviors>
          <w:behavior w:val="content"/>
        </w:behaviors>
        <w:guid w:val="{6A717920-6549-46A2-996D-1723BF3B88D7}"/>
      </w:docPartPr>
      <w:docPartBody>
        <w:p w:rsidR="004E6C61" w:rsidRDefault="001B4C78" w:rsidP="001B4C78">
          <w:pPr>
            <w:pStyle w:val="D462C3779AE94AEE8AA4C0E609BDCF75"/>
          </w:pPr>
          <w:r w:rsidRPr="00BE118B">
            <w:rPr>
              <w:rStyle w:val="PlaceholderText"/>
            </w:rPr>
            <w:t>Click here to enter a date.</w:t>
          </w:r>
        </w:p>
      </w:docPartBody>
    </w:docPart>
    <w:docPart>
      <w:docPartPr>
        <w:name w:val="9040DE96E9174C61B5C814CC61B81ADB"/>
        <w:category>
          <w:name w:val="General"/>
          <w:gallery w:val="placeholder"/>
        </w:category>
        <w:types>
          <w:type w:val="bbPlcHdr"/>
        </w:types>
        <w:behaviors>
          <w:behavior w:val="content"/>
        </w:behaviors>
        <w:guid w:val="{AD0AB6A5-B859-44BC-95C6-24FED3351AF9}"/>
      </w:docPartPr>
      <w:docPartBody>
        <w:p w:rsidR="004E6C61" w:rsidRDefault="001B4C78" w:rsidP="001B4C78">
          <w:pPr>
            <w:pStyle w:val="9040DE96E9174C61B5C814CC61B81ADB"/>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76307"/>
    <w:rsid w:val="001027C7"/>
    <w:rsid w:val="001B4C78"/>
    <w:rsid w:val="002818F2"/>
    <w:rsid w:val="002B1459"/>
    <w:rsid w:val="004E6C61"/>
    <w:rsid w:val="004F6268"/>
    <w:rsid w:val="00500716"/>
    <w:rsid w:val="005517D4"/>
    <w:rsid w:val="00567163"/>
    <w:rsid w:val="00633CDA"/>
    <w:rsid w:val="00DB2956"/>
    <w:rsid w:val="00F301DE"/>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B4C78"/>
    <w:rPr>
      <w:color w:val="808080"/>
    </w:rPr>
  </w:style>
  <w:style w:type="paragraph" w:customStyle="1" w:styleId="DE41224C618B41A1AC0FDE9F9CECA43B">
    <w:name w:val="DE41224C618B41A1AC0FDE9F9CECA43B"/>
  </w:style>
  <w:style w:type="paragraph" w:customStyle="1" w:styleId="780C28E486FD4221B5177574DF1886E1">
    <w:name w:val="780C28E486FD4221B5177574DF1886E1"/>
  </w:style>
  <w:style w:type="paragraph" w:customStyle="1" w:styleId="3F145398A16B47AE963B4EB6E6451E5D">
    <w:name w:val="3F145398A16B47AE963B4EB6E6451E5D"/>
    <w:rsid w:val="001B4C78"/>
    <w:pPr>
      <w:spacing w:after="160" w:line="278" w:lineRule="auto"/>
    </w:pPr>
    <w:rPr>
      <w:kern w:val="2"/>
      <w:sz w:val="24"/>
      <w:szCs w:val="24"/>
      <w14:ligatures w14:val="standardContextual"/>
    </w:rPr>
  </w:style>
  <w:style w:type="paragraph" w:customStyle="1" w:styleId="D462C3779AE94AEE8AA4C0E609BDCF75">
    <w:name w:val="D462C3779AE94AEE8AA4C0E609BDCF75"/>
    <w:rsid w:val="001B4C78"/>
    <w:pPr>
      <w:spacing w:after="160" w:line="278" w:lineRule="auto"/>
    </w:pPr>
    <w:rPr>
      <w:kern w:val="2"/>
      <w:sz w:val="24"/>
      <w:szCs w:val="24"/>
      <w14:ligatures w14:val="standardContextual"/>
    </w:rPr>
  </w:style>
  <w:style w:type="paragraph" w:customStyle="1" w:styleId="9040DE96E9174C61B5C814CC61B81ADB">
    <w:name w:val="9040DE96E9174C61B5C814CC61B81ADB"/>
    <w:rsid w:val="001B4C78"/>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6F064-9EEF-44A8-92A5-7A844CF0B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Template>
  <TotalTime>11</TotalTime>
  <Pages>5</Pages>
  <Words>1450</Words>
  <Characters>11190</Characters>
  <Application>Microsoft Office Word</Application>
  <DocSecurity>0</DocSecurity>
  <Lines>93</Lines>
  <Paragraphs>25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Andrus Aaviste</cp:lastModifiedBy>
  <cp:revision>3</cp:revision>
  <cp:lastPrinted>1900-12-31T22:00:00Z</cp:lastPrinted>
  <dcterms:created xsi:type="dcterms:W3CDTF">2024-06-20T10:54:00Z</dcterms:created>
  <dcterms:modified xsi:type="dcterms:W3CDTF">2024-06-20T11:00:00Z</dcterms:modified>
</cp:coreProperties>
</file>